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5528"/>
        <w:gridCol w:w="1985"/>
      </w:tblGrid>
      <w:tr w:rsidR="00F775E3" w:rsidRPr="00F775E3" w14:paraId="08C5176C" w14:textId="77777777" w:rsidTr="0083394A">
        <w:tc>
          <w:tcPr>
            <w:tcW w:w="9427" w:type="dxa"/>
            <w:gridSpan w:val="3"/>
          </w:tcPr>
          <w:p w14:paraId="44C989F6" w14:textId="700AA604" w:rsidR="00280E8E" w:rsidRPr="00F775E3" w:rsidRDefault="0013094D" w:rsidP="0083394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775E3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5980625E" wp14:editId="2D4A87BE">
                  <wp:extent cx="561975" cy="6096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BE7637" w14:textId="77777777" w:rsidR="00280E8E" w:rsidRPr="00F775E3" w:rsidRDefault="00D75AF1" w:rsidP="0083394A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F775E3">
              <w:rPr>
                <w:b/>
                <w:sz w:val="40"/>
                <w:szCs w:val="40"/>
              </w:rPr>
              <w:t>Д</w:t>
            </w:r>
            <w:r w:rsidR="00280E8E" w:rsidRPr="00F775E3">
              <w:rPr>
                <w:b/>
                <w:sz w:val="40"/>
                <w:szCs w:val="40"/>
              </w:rPr>
              <w:t xml:space="preserve"> У М А</w:t>
            </w:r>
          </w:p>
          <w:p w14:paraId="5FC9D945" w14:textId="77777777" w:rsidR="00280E8E" w:rsidRPr="00F775E3" w:rsidRDefault="00280E8E" w:rsidP="0083394A">
            <w:pPr>
              <w:pStyle w:val="2"/>
              <w:spacing w:line="480" w:lineRule="auto"/>
              <w:jc w:val="center"/>
              <w:rPr>
                <w:sz w:val="36"/>
                <w:szCs w:val="36"/>
              </w:rPr>
            </w:pPr>
            <w:r w:rsidRPr="00F775E3">
              <w:rPr>
                <w:sz w:val="36"/>
                <w:szCs w:val="36"/>
              </w:rPr>
              <w:t>ГОРОДСКОГО ОКРУГА БОЛЬШОЙ КАМЕНЬ</w:t>
            </w:r>
          </w:p>
          <w:p w14:paraId="5DA11C3C" w14:textId="77777777" w:rsidR="00280E8E" w:rsidRPr="00F775E3" w:rsidRDefault="00280E8E" w:rsidP="0083394A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F775E3">
              <w:rPr>
                <w:b/>
                <w:sz w:val="36"/>
                <w:szCs w:val="36"/>
              </w:rPr>
              <w:t>РЕШЕНИЕ</w:t>
            </w:r>
          </w:p>
        </w:tc>
      </w:tr>
      <w:tr w:rsidR="00280E8E" w:rsidRPr="00F775E3" w14:paraId="7160F52F" w14:textId="77777777" w:rsidTr="0083394A">
        <w:tc>
          <w:tcPr>
            <w:tcW w:w="1914" w:type="dxa"/>
            <w:tcBorders>
              <w:bottom w:val="single" w:sz="6" w:space="0" w:color="auto"/>
            </w:tcBorders>
          </w:tcPr>
          <w:p w14:paraId="0C2033C0" w14:textId="77777777" w:rsidR="00280E8E" w:rsidRPr="00F775E3" w:rsidRDefault="00280E8E" w:rsidP="0083394A">
            <w:pPr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14:paraId="4A6DF1FD" w14:textId="77777777" w:rsidR="00280E8E" w:rsidRPr="00F775E3" w:rsidRDefault="00280E8E" w:rsidP="008339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76E95B50" w14:textId="77777777" w:rsidR="00280E8E" w:rsidRPr="00F775E3" w:rsidRDefault="000A0199" w:rsidP="00640F91">
            <w:pPr>
              <w:rPr>
                <w:b/>
                <w:sz w:val="28"/>
                <w:szCs w:val="28"/>
              </w:rPr>
            </w:pPr>
            <w:r w:rsidRPr="00F775E3">
              <w:rPr>
                <w:b/>
                <w:sz w:val="28"/>
                <w:szCs w:val="28"/>
              </w:rPr>
              <w:t xml:space="preserve">№ </w:t>
            </w:r>
          </w:p>
        </w:tc>
      </w:tr>
    </w:tbl>
    <w:p w14:paraId="2FAB0649" w14:textId="77777777" w:rsidR="00B51AE6" w:rsidRPr="00F775E3" w:rsidRDefault="00B51AE6" w:rsidP="00C60C99">
      <w:pPr>
        <w:rPr>
          <w:sz w:val="28"/>
          <w:szCs w:val="28"/>
        </w:rPr>
      </w:pPr>
    </w:p>
    <w:p w14:paraId="4F1CDBE3" w14:textId="77777777" w:rsidR="00CC763A" w:rsidRPr="00F775E3" w:rsidRDefault="00CC763A" w:rsidP="00C60C99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464"/>
      </w:tblGrid>
      <w:tr w:rsidR="00D77B8F" w:rsidRPr="00F775E3" w14:paraId="144E21BB" w14:textId="77777777" w:rsidTr="0083394A">
        <w:tc>
          <w:tcPr>
            <w:tcW w:w="9464" w:type="dxa"/>
          </w:tcPr>
          <w:p w14:paraId="212C643D" w14:textId="77777777" w:rsidR="009301EB" w:rsidRPr="00F775E3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775E3">
              <w:rPr>
                <w:b/>
                <w:bCs/>
                <w:iCs/>
                <w:sz w:val="28"/>
                <w:szCs w:val="28"/>
              </w:rPr>
              <w:t xml:space="preserve">О внесении изменений в решение Думы городского округа </w:t>
            </w:r>
          </w:p>
          <w:p w14:paraId="3F0E4AA8" w14:textId="4B7F6FD3" w:rsidR="00D7490B" w:rsidRPr="00F775E3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775E3">
              <w:rPr>
                <w:b/>
                <w:bCs/>
                <w:iCs/>
                <w:sz w:val="28"/>
                <w:szCs w:val="28"/>
              </w:rPr>
              <w:t xml:space="preserve">Большой Камень от </w:t>
            </w:r>
            <w:r w:rsidR="00D77B8F" w:rsidRPr="00F775E3">
              <w:rPr>
                <w:b/>
                <w:bCs/>
                <w:iCs/>
                <w:sz w:val="28"/>
                <w:szCs w:val="28"/>
              </w:rPr>
              <w:t>1</w:t>
            </w:r>
            <w:r w:rsidR="006F39C7" w:rsidRPr="00F775E3">
              <w:rPr>
                <w:b/>
                <w:bCs/>
                <w:iCs/>
                <w:sz w:val="28"/>
                <w:szCs w:val="28"/>
              </w:rPr>
              <w:t>5</w:t>
            </w:r>
            <w:r w:rsidR="004550BA" w:rsidRPr="00F775E3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CC1DD1" w:rsidRPr="00F775E3">
              <w:rPr>
                <w:b/>
                <w:bCs/>
                <w:iCs/>
                <w:sz w:val="28"/>
                <w:szCs w:val="28"/>
              </w:rPr>
              <w:t>декабря 202</w:t>
            </w:r>
            <w:r w:rsidR="006F39C7" w:rsidRPr="00F775E3">
              <w:rPr>
                <w:b/>
                <w:bCs/>
                <w:iCs/>
                <w:sz w:val="28"/>
                <w:szCs w:val="28"/>
              </w:rPr>
              <w:t>2</w:t>
            </w:r>
            <w:r w:rsidRPr="00F775E3">
              <w:rPr>
                <w:b/>
                <w:bCs/>
                <w:iCs/>
                <w:sz w:val="28"/>
                <w:szCs w:val="28"/>
              </w:rPr>
              <w:t xml:space="preserve"> года № </w:t>
            </w:r>
            <w:r w:rsidR="006F39C7" w:rsidRPr="00F775E3">
              <w:rPr>
                <w:b/>
                <w:bCs/>
                <w:iCs/>
                <w:sz w:val="28"/>
                <w:szCs w:val="28"/>
              </w:rPr>
              <w:t>3</w:t>
            </w:r>
            <w:r w:rsidR="00D77B8F" w:rsidRPr="00F775E3">
              <w:rPr>
                <w:b/>
                <w:bCs/>
                <w:iCs/>
                <w:sz w:val="28"/>
                <w:szCs w:val="28"/>
              </w:rPr>
              <w:t>5</w:t>
            </w:r>
          </w:p>
          <w:p w14:paraId="2252E859" w14:textId="40607AB9" w:rsidR="00D7490B" w:rsidRPr="00F775E3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775E3">
              <w:rPr>
                <w:b/>
                <w:bCs/>
                <w:iCs/>
                <w:sz w:val="28"/>
                <w:szCs w:val="28"/>
              </w:rPr>
              <w:t>«О бюджете городского округа Большой Камень на 20</w:t>
            </w:r>
            <w:r w:rsidR="0053116C" w:rsidRPr="00F775E3">
              <w:rPr>
                <w:b/>
                <w:bCs/>
                <w:iCs/>
                <w:sz w:val="28"/>
                <w:szCs w:val="28"/>
              </w:rPr>
              <w:t>2</w:t>
            </w:r>
            <w:r w:rsidR="006F39C7" w:rsidRPr="00F775E3">
              <w:rPr>
                <w:b/>
                <w:bCs/>
                <w:iCs/>
                <w:sz w:val="28"/>
                <w:szCs w:val="28"/>
              </w:rPr>
              <w:t>3</w:t>
            </w:r>
            <w:r w:rsidRPr="00F775E3">
              <w:rPr>
                <w:b/>
                <w:bCs/>
                <w:iCs/>
                <w:sz w:val="28"/>
                <w:szCs w:val="28"/>
              </w:rPr>
              <w:t xml:space="preserve"> год </w:t>
            </w:r>
          </w:p>
          <w:p w14:paraId="61A86596" w14:textId="1351C70D" w:rsidR="00280E8E" w:rsidRPr="00F775E3" w:rsidRDefault="00AE4B6D" w:rsidP="006F39C7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775E3">
              <w:rPr>
                <w:b/>
                <w:bCs/>
                <w:iCs/>
                <w:sz w:val="28"/>
                <w:szCs w:val="28"/>
              </w:rPr>
              <w:t>и на плановый период 202</w:t>
            </w:r>
            <w:r w:rsidR="006F39C7" w:rsidRPr="00F775E3">
              <w:rPr>
                <w:b/>
                <w:bCs/>
                <w:iCs/>
                <w:sz w:val="28"/>
                <w:szCs w:val="28"/>
              </w:rPr>
              <w:t>4</w:t>
            </w:r>
            <w:r w:rsidR="00D642D8" w:rsidRPr="00F775E3">
              <w:rPr>
                <w:b/>
                <w:bCs/>
                <w:iCs/>
                <w:sz w:val="28"/>
                <w:szCs w:val="28"/>
              </w:rPr>
              <w:t xml:space="preserve"> и 202</w:t>
            </w:r>
            <w:r w:rsidR="006F39C7" w:rsidRPr="00F775E3">
              <w:rPr>
                <w:b/>
                <w:bCs/>
                <w:iCs/>
                <w:sz w:val="28"/>
                <w:szCs w:val="28"/>
              </w:rPr>
              <w:t>5</w:t>
            </w:r>
            <w:r w:rsidR="00D7490B" w:rsidRPr="00F775E3">
              <w:rPr>
                <w:b/>
                <w:bCs/>
                <w:iCs/>
                <w:sz w:val="28"/>
                <w:szCs w:val="28"/>
              </w:rPr>
              <w:t xml:space="preserve"> годов»</w:t>
            </w:r>
          </w:p>
        </w:tc>
      </w:tr>
    </w:tbl>
    <w:p w14:paraId="1470CE8A" w14:textId="77777777" w:rsidR="00280E8E" w:rsidRPr="00F775E3" w:rsidRDefault="00280E8E" w:rsidP="00280E8E">
      <w:pPr>
        <w:rPr>
          <w:sz w:val="28"/>
          <w:szCs w:val="28"/>
        </w:rPr>
      </w:pPr>
    </w:p>
    <w:p w14:paraId="46B0422C" w14:textId="77777777" w:rsidR="00280E8E" w:rsidRPr="00457494" w:rsidRDefault="00280E8E" w:rsidP="00280E8E">
      <w:pPr>
        <w:rPr>
          <w:color w:val="FF0000"/>
          <w:sz w:val="28"/>
          <w:szCs w:val="28"/>
        </w:rPr>
      </w:pPr>
    </w:p>
    <w:p w14:paraId="72E77B1B" w14:textId="084E3014" w:rsidR="00880AF1" w:rsidRPr="002C5993" w:rsidRDefault="00880AF1" w:rsidP="000B565C">
      <w:pPr>
        <w:pStyle w:val="31"/>
        <w:spacing w:line="288" w:lineRule="auto"/>
        <w:ind w:firstLine="709"/>
        <w:jc w:val="both"/>
        <w:rPr>
          <w:sz w:val="28"/>
          <w:szCs w:val="28"/>
        </w:rPr>
      </w:pPr>
      <w:r w:rsidRPr="002C5993">
        <w:rPr>
          <w:sz w:val="28"/>
          <w:szCs w:val="28"/>
        </w:rPr>
        <w:t xml:space="preserve">Рассмотрев обращение администрации городского округа </w:t>
      </w:r>
      <w:r w:rsidR="000A0199" w:rsidRPr="002C5993">
        <w:rPr>
          <w:sz w:val="28"/>
          <w:szCs w:val="28"/>
        </w:rPr>
        <w:br/>
      </w:r>
      <w:r w:rsidRPr="002C5993">
        <w:rPr>
          <w:sz w:val="28"/>
          <w:szCs w:val="28"/>
        </w:rPr>
        <w:t xml:space="preserve">Большой Камень о внесении изменений в решение Думы городского округа Большой Камень от </w:t>
      </w:r>
      <w:r w:rsidR="00D77B8F" w:rsidRPr="002C5993">
        <w:rPr>
          <w:sz w:val="28"/>
          <w:szCs w:val="28"/>
        </w:rPr>
        <w:t>1</w:t>
      </w:r>
      <w:r w:rsidR="006F39C7" w:rsidRPr="002C5993">
        <w:rPr>
          <w:sz w:val="28"/>
          <w:szCs w:val="28"/>
        </w:rPr>
        <w:t>5</w:t>
      </w:r>
      <w:r w:rsidR="00CC1DD1" w:rsidRPr="002C5993">
        <w:rPr>
          <w:sz w:val="28"/>
          <w:szCs w:val="28"/>
        </w:rPr>
        <w:t xml:space="preserve"> декабря 202</w:t>
      </w:r>
      <w:r w:rsidR="006F39C7" w:rsidRPr="002C5993">
        <w:rPr>
          <w:sz w:val="28"/>
          <w:szCs w:val="28"/>
        </w:rPr>
        <w:t>2</w:t>
      </w:r>
      <w:r w:rsidRPr="002C5993">
        <w:rPr>
          <w:sz w:val="28"/>
          <w:szCs w:val="28"/>
        </w:rPr>
        <w:t xml:space="preserve"> года № </w:t>
      </w:r>
      <w:r w:rsidR="006F39C7" w:rsidRPr="002C5993">
        <w:rPr>
          <w:sz w:val="28"/>
          <w:szCs w:val="28"/>
        </w:rPr>
        <w:t>35</w:t>
      </w:r>
      <w:r w:rsidRPr="002C5993">
        <w:rPr>
          <w:sz w:val="28"/>
          <w:szCs w:val="28"/>
        </w:rPr>
        <w:t xml:space="preserve"> «О бюджете городского округа Большой Камень на 20</w:t>
      </w:r>
      <w:r w:rsidR="0053116C" w:rsidRPr="002C5993">
        <w:rPr>
          <w:sz w:val="28"/>
          <w:szCs w:val="28"/>
        </w:rPr>
        <w:t>2</w:t>
      </w:r>
      <w:r w:rsidR="006F39C7" w:rsidRPr="002C5993">
        <w:rPr>
          <w:sz w:val="28"/>
          <w:szCs w:val="28"/>
        </w:rPr>
        <w:t>3</w:t>
      </w:r>
      <w:r w:rsidRPr="002C5993">
        <w:rPr>
          <w:sz w:val="28"/>
          <w:szCs w:val="28"/>
        </w:rPr>
        <w:t xml:space="preserve"> год и на плановый период </w:t>
      </w:r>
      <w:r w:rsidR="000A0199" w:rsidRPr="002C5993">
        <w:rPr>
          <w:sz w:val="28"/>
          <w:szCs w:val="28"/>
        </w:rPr>
        <w:br/>
      </w:r>
      <w:r w:rsidR="00003DDC" w:rsidRPr="002C5993">
        <w:rPr>
          <w:sz w:val="28"/>
          <w:szCs w:val="28"/>
        </w:rPr>
        <w:t>202</w:t>
      </w:r>
      <w:r w:rsidR="006F39C7" w:rsidRPr="002C5993">
        <w:rPr>
          <w:sz w:val="28"/>
          <w:szCs w:val="28"/>
        </w:rPr>
        <w:t>4</w:t>
      </w:r>
      <w:r w:rsidR="00D642D8" w:rsidRPr="002C5993">
        <w:rPr>
          <w:sz w:val="28"/>
          <w:szCs w:val="28"/>
        </w:rPr>
        <w:t xml:space="preserve"> и 202</w:t>
      </w:r>
      <w:r w:rsidR="006F39C7" w:rsidRPr="002C5993">
        <w:rPr>
          <w:sz w:val="28"/>
          <w:szCs w:val="28"/>
        </w:rPr>
        <w:t>5</w:t>
      </w:r>
      <w:r w:rsidRPr="002C5993">
        <w:rPr>
          <w:sz w:val="28"/>
          <w:szCs w:val="28"/>
        </w:rPr>
        <w:t xml:space="preserve"> годов», руководствуясь </w:t>
      </w:r>
      <w:r w:rsidR="00BD0BC8" w:rsidRPr="002C5993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</w:t>
      </w:r>
      <w:r w:rsidR="00F27B75" w:rsidRPr="002C5993">
        <w:rPr>
          <w:sz w:val="28"/>
          <w:szCs w:val="28"/>
        </w:rPr>
        <w:t xml:space="preserve"> </w:t>
      </w:r>
      <w:r w:rsidRPr="002C5993">
        <w:rPr>
          <w:sz w:val="28"/>
          <w:szCs w:val="28"/>
        </w:rPr>
        <w:t>Бюджетным кодексом Российской Федерации, Уставом городского округа Большой Камень</w:t>
      </w:r>
      <w:r w:rsidR="00BD0BC8" w:rsidRPr="002C5993">
        <w:rPr>
          <w:sz w:val="28"/>
          <w:szCs w:val="28"/>
        </w:rPr>
        <w:t xml:space="preserve"> и </w:t>
      </w:r>
      <w:r w:rsidRPr="002C5993">
        <w:rPr>
          <w:sz w:val="28"/>
          <w:szCs w:val="28"/>
        </w:rPr>
        <w:t>Положением о бюджетном устройстве и бюджетном процессе в г</w:t>
      </w:r>
      <w:r w:rsidR="008F702A" w:rsidRPr="002C5993">
        <w:rPr>
          <w:sz w:val="28"/>
          <w:szCs w:val="28"/>
        </w:rPr>
        <w:t xml:space="preserve">ородском округе Большой Камень, </w:t>
      </w:r>
      <w:r w:rsidRPr="002C5993">
        <w:rPr>
          <w:sz w:val="28"/>
          <w:szCs w:val="28"/>
        </w:rPr>
        <w:t>Дума городского округа Большой Камень</w:t>
      </w:r>
    </w:p>
    <w:p w14:paraId="356AB4F1" w14:textId="77777777" w:rsidR="00280E8E" w:rsidRPr="00457494" w:rsidRDefault="00280E8E" w:rsidP="000B565C">
      <w:pPr>
        <w:rPr>
          <w:color w:val="FF0000"/>
          <w:sz w:val="28"/>
          <w:szCs w:val="28"/>
        </w:rPr>
      </w:pPr>
    </w:p>
    <w:p w14:paraId="59AC5E63" w14:textId="77777777" w:rsidR="00280E8E" w:rsidRPr="00457494" w:rsidRDefault="00280E8E" w:rsidP="000B565C">
      <w:pPr>
        <w:rPr>
          <w:color w:val="FF0000"/>
          <w:sz w:val="28"/>
          <w:szCs w:val="28"/>
        </w:rPr>
      </w:pPr>
    </w:p>
    <w:p w14:paraId="44ADD7D4" w14:textId="77777777" w:rsidR="00C60C99" w:rsidRPr="00457494" w:rsidRDefault="00C60C99" w:rsidP="000B565C">
      <w:pPr>
        <w:rPr>
          <w:color w:val="FF0000"/>
          <w:sz w:val="28"/>
          <w:szCs w:val="28"/>
        </w:rPr>
      </w:pPr>
    </w:p>
    <w:p w14:paraId="5C3DAE04" w14:textId="77777777" w:rsidR="00280E8E" w:rsidRPr="002C5993" w:rsidRDefault="00280E8E" w:rsidP="00CC204B">
      <w:pPr>
        <w:spacing w:line="312" w:lineRule="auto"/>
        <w:rPr>
          <w:b/>
          <w:sz w:val="28"/>
          <w:szCs w:val="28"/>
        </w:rPr>
      </w:pPr>
      <w:r w:rsidRPr="002C5993">
        <w:rPr>
          <w:b/>
          <w:sz w:val="28"/>
          <w:szCs w:val="28"/>
        </w:rPr>
        <w:t>РЕШИЛА:</w:t>
      </w:r>
    </w:p>
    <w:p w14:paraId="4549ACAA" w14:textId="77777777" w:rsidR="00280E8E" w:rsidRPr="002C5993" w:rsidRDefault="00280E8E" w:rsidP="000B565C">
      <w:pPr>
        <w:rPr>
          <w:sz w:val="28"/>
          <w:szCs w:val="28"/>
        </w:rPr>
      </w:pPr>
    </w:p>
    <w:p w14:paraId="3671CE19" w14:textId="77777777" w:rsidR="00EE2C82" w:rsidRPr="002C5993" w:rsidRDefault="00EE2C82" w:rsidP="000B565C">
      <w:pPr>
        <w:ind w:firstLine="700"/>
        <w:rPr>
          <w:sz w:val="28"/>
          <w:szCs w:val="28"/>
        </w:rPr>
      </w:pPr>
    </w:p>
    <w:p w14:paraId="46FC74D7" w14:textId="136C1545" w:rsidR="008E4535" w:rsidRPr="002C5993" w:rsidRDefault="008E4535" w:rsidP="008E4535">
      <w:pPr>
        <w:pStyle w:val="31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C5993">
        <w:rPr>
          <w:sz w:val="28"/>
          <w:szCs w:val="28"/>
        </w:rPr>
        <w:t xml:space="preserve">1. Внести в решение Думы городского округа Большой Камень </w:t>
      </w:r>
      <w:r w:rsidRPr="002C5993">
        <w:rPr>
          <w:sz w:val="28"/>
          <w:szCs w:val="28"/>
        </w:rPr>
        <w:br/>
        <w:t xml:space="preserve">от </w:t>
      </w:r>
      <w:r w:rsidR="00D77B8F" w:rsidRPr="002C5993">
        <w:rPr>
          <w:sz w:val="28"/>
          <w:szCs w:val="28"/>
        </w:rPr>
        <w:t>1</w:t>
      </w:r>
      <w:r w:rsidR="006F39C7" w:rsidRPr="002C5993">
        <w:rPr>
          <w:sz w:val="28"/>
          <w:szCs w:val="28"/>
        </w:rPr>
        <w:t>5</w:t>
      </w:r>
      <w:r w:rsidR="005E069C" w:rsidRPr="002C5993">
        <w:rPr>
          <w:sz w:val="28"/>
          <w:szCs w:val="28"/>
        </w:rPr>
        <w:t xml:space="preserve"> </w:t>
      </w:r>
      <w:r w:rsidRPr="002C5993">
        <w:rPr>
          <w:sz w:val="28"/>
          <w:szCs w:val="28"/>
        </w:rPr>
        <w:t>декабря 202</w:t>
      </w:r>
      <w:r w:rsidR="006F39C7" w:rsidRPr="002C5993">
        <w:rPr>
          <w:sz w:val="28"/>
          <w:szCs w:val="28"/>
        </w:rPr>
        <w:t>2</w:t>
      </w:r>
      <w:r w:rsidRPr="002C5993">
        <w:rPr>
          <w:sz w:val="28"/>
          <w:szCs w:val="28"/>
        </w:rPr>
        <w:t xml:space="preserve"> года № </w:t>
      </w:r>
      <w:r w:rsidR="006F39C7" w:rsidRPr="002C5993">
        <w:rPr>
          <w:sz w:val="28"/>
          <w:szCs w:val="28"/>
        </w:rPr>
        <w:t>35</w:t>
      </w:r>
      <w:r w:rsidRPr="002C5993">
        <w:rPr>
          <w:sz w:val="28"/>
          <w:szCs w:val="28"/>
        </w:rPr>
        <w:t xml:space="preserve"> «О бюджете городского округа </w:t>
      </w:r>
      <w:r w:rsidRPr="002C5993">
        <w:rPr>
          <w:sz w:val="28"/>
          <w:szCs w:val="28"/>
        </w:rPr>
        <w:br/>
        <w:t>Большой Камень на 202</w:t>
      </w:r>
      <w:r w:rsidR="006F39C7" w:rsidRPr="002C5993">
        <w:rPr>
          <w:sz w:val="28"/>
          <w:szCs w:val="28"/>
        </w:rPr>
        <w:t>3</w:t>
      </w:r>
      <w:r w:rsidRPr="002C5993">
        <w:rPr>
          <w:sz w:val="28"/>
          <w:szCs w:val="28"/>
        </w:rPr>
        <w:t xml:space="preserve"> год и на плановый период 202</w:t>
      </w:r>
      <w:r w:rsidR="006F39C7" w:rsidRPr="002C5993">
        <w:rPr>
          <w:sz w:val="28"/>
          <w:szCs w:val="28"/>
        </w:rPr>
        <w:t>4</w:t>
      </w:r>
      <w:r w:rsidRPr="002C5993">
        <w:rPr>
          <w:sz w:val="28"/>
          <w:szCs w:val="28"/>
        </w:rPr>
        <w:t xml:space="preserve"> и 202</w:t>
      </w:r>
      <w:r w:rsidR="006F39C7" w:rsidRPr="002C5993">
        <w:rPr>
          <w:sz w:val="28"/>
          <w:szCs w:val="28"/>
        </w:rPr>
        <w:t>5</w:t>
      </w:r>
      <w:r w:rsidRPr="002C5993">
        <w:rPr>
          <w:sz w:val="28"/>
          <w:szCs w:val="28"/>
        </w:rPr>
        <w:t xml:space="preserve"> годов» следующие изменения:</w:t>
      </w:r>
    </w:p>
    <w:p w14:paraId="5E1B3B30" w14:textId="77777777" w:rsidR="008E4535" w:rsidRPr="002C5993" w:rsidRDefault="008E4535" w:rsidP="008E4535">
      <w:pPr>
        <w:pStyle w:val="31"/>
        <w:spacing w:line="360" w:lineRule="auto"/>
        <w:ind w:firstLine="700"/>
        <w:jc w:val="both"/>
        <w:outlineLvl w:val="0"/>
        <w:rPr>
          <w:sz w:val="28"/>
          <w:szCs w:val="28"/>
        </w:rPr>
      </w:pPr>
      <w:r w:rsidRPr="002C5993">
        <w:rPr>
          <w:sz w:val="28"/>
          <w:szCs w:val="28"/>
        </w:rPr>
        <w:t>1) часть 1 статьи 1 изложить в следующей редакции:</w:t>
      </w:r>
    </w:p>
    <w:p w14:paraId="55BA8D88" w14:textId="77777777" w:rsidR="00CC763A" w:rsidRPr="002C5993" w:rsidRDefault="008E4535" w:rsidP="008E4535">
      <w:pPr>
        <w:pStyle w:val="31"/>
        <w:tabs>
          <w:tab w:val="left" w:pos="2268"/>
        </w:tabs>
        <w:spacing w:line="360" w:lineRule="auto"/>
        <w:ind w:firstLine="700"/>
        <w:jc w:val="both"/>
        <w:rPr>
          <w:sz w:val="28"/>
          <w:szCs w:val="28"/>
        </w:rPr>
      </w:pPr>
      <w:r w:rsidRPr="002C5993">
        <w:rPr>
          <w:sz w:val="28"/>
          <w:szCs w:val="28"/>
        </w:rPr>
        <w:t xml:space="preserve"> «1. Утвердить основные характеристики бюджета городского округа </w:t>
      </w:r>
    </w:p>
    <w:p w14:paraId="70D4863A" w14:textId="77777777" w:rsidR="00CC763A" w:rsidRPr="00457494" w:rsidRDefault="00CC763A" w:rsidP="008E4535">
      <w:pPr>
        <w:pStyle w:val="31"/>
        <w:tabs>
          <w:tab w:val="left" w:pos="2268"/>
        </w:tabs>
        <w:spacing w:line="360" w:lineRule="auto"/>
        <w:ind w:firstLine="700"/>
        <w:jc w:val="both"/>
        <w:rPr>
          <w:color w:val="FF0000"/>
          <w:sz w:val="28"/>
          <w:szCs w:val="28"/>
        </w:rPr>
      </w:pPr>
    </w:p>
    <w:p w14:paraId="242E4786" w14:textId="1411E867" w:rsidR="008E4535" w:rsidRPr="002C5993" w:rsidRDefault="008E4535" w:rsidP="00CC763A">
      <w:pPr>
        <w:pStyle w:val="31"/>
        <w:tabs>
          <w:tab w:val="left" w:pos="2268"/>
        </w:tabs>
        <w:spacing w:line="360" w:lineRule="auto"/>
        <w:jc w:val="both"/>
        <w:rPr>
          <w:sz w:val="28"/>
          <w:szCs w:val="28"/>
        </w:rPr>
      </w:pPr>
      <w:r w:rsidRPr="002C5993">
        <w:rPr>
          <w:sz w:val="28"/>
          <w:szCs w:val="28"/>
        </w:rPr>
        <w:lastRenderedPageBreak/>
        <w:t>Большой Камень (далее – городской округ) на 202</w:t>
      </w:r>
      <w:r w:rsidR="006F39C7" w:rsidRPr="002C5993">
        <w:rPr>
          <w:sz w:val="28"/>
          <w:szCs w:val="28"/>
        </w:rPr>
        <w:t>3</w:t>
      </w:r>
      <w:r w:rsidRPr="002C5993">
        <w:rPr>
          <w:sz w:val="28"/>
          <w:szCs w:val="28"/>
        </w:rPr>
        <w:t xml:space="preserve"> год:</w:t>
      </w:r>
    </w:p>
    <w:p w14:paraId="4F4DB782" w14:textId="29063CB0" w:rsidR="006E50A8" w:rsidRPr="002C5993" w:rsidRDefault="006E50A8" w:rsidP="006E50A8">
      <w:pPr>
        <w:pStyle w:val="31"/>
        <w:spacing w:line="360" w:lineRule="auto"/>
        <w:ind w:firstLine="700"/>
        <w:jc w:val="both"/>
        <w:rPr>
          <w:sz w:val="28"/>
          <w:szCs w:val="28"/>
          <w:highlight w:val="yellow"/>
        </w:rPr>
      </w:pPr>
      <w:r w:rsidRPr="002C5993">
        <w:rPr>
          <w:sz w:val="28"/>
          <w:szCs w:val="28"/>
        </w:rPr>
        <w:t xml:space="preserve">1) прогнозируемый общий объем доходов бюджета городского округа в сумме </w:t>
      </w:r>
      <w:r w:rsidR="00CE25A8" w:rsidRPr="002C5993">
        <w:rPr>
          <w:bCs/>
          <w:sz w:val="28"/>
          <w:szCs w:val="28"/>
        </w:rPr>
        <w:t>2</w:t>
      </w:r>
      <w:r w:rsidR="00EF122D" w:rsidRPr="002C5993">
        <w:rPr>
          <w:bCs/>
          <w:sz w:val="28"/>
          <w:szCs w:val="28"/>
        </w:rPr>
        <w:t> </w:t>
      </w:r>
      <w:r w:rsidR="006461F1" w:rsidRPr="002C5993">
        <w:rPr>
          <w:bCs/>
          <w:sz w:val="28"/>
          <w:szCs w:val="28"/>
        </w:rPr>
        <w:t>3</w:t>
      </w:r>
      <w:r w:rsidR="002C5993" w:rsidRPr="002C5993">
        <w:rPr>
          <w:bCs/>
          <w:sz w:val="28"/>
          <w:szCs w:val="28"/>
        </w:rPr>
        <w:t>91</w:t>
      </w:r>
      <w:r w:rsidR="00EF122D" w:rsidRPr="002C5993">
        <w:rPr>
          <w:bCs/>
          <w:sz w:val="28"/>
          <w:szCs w:val="28"/>
        </w:rPr>
        <w:t> </w:t>
      </w:r>
      <w:r w:rsidR="002C5993" w:rsidRPr="002C5993">
        <w:rPr>
          <w:bCs/>
          <w:sz w:val="28"/>
          <w:szCs w:val="28"/>
        </w:rPr>
        <w:t>148</w:t>
      </w:r>
      <w:r w:rsidR="00EF122D" w:rsidRPr="002C5993">
        <w:rPr>
          <w:bCs/>
          <w:sz w:val="28"/>
          <w:szCs w:val="28"/>
        </w:rPr>
        <w:t> </w:t>
      </w:r>
      <w:r w:rsidR="002C5993" w:rsidRPr="002C5993">
        <w:rPr>
          <w:bCs/>
          <w:sz w:val="28"/>
          <w:szCs w:val="28"/>
        </w:rPr>
        <w:t>836</w:t>
      </w:r>
      <w:r w:rsidR="00EF122D" w:rsidRPr="002C5993">
        <w:rPr>
          <w:bCs/>
          <w:sz w:val="28"/>
          <w:szCs w:val="28"/>
        </w:rPr>
        <w:t>,6</w:t>
      </w:r>
      <w:r w:rsidR="002C5993" w:rsidRPr="002C5993">
        <w:rPr>
          <w:bCs/>
          <w:sz w:val="28"/>
          <w:szCs w:val="28"/>
        </w:rPr>
        <w:t>2</w:t>
      </w:r>
      <w:r w:rsidRPr="002C5993">
        <w:rPr>
          <w:sz w:val="28"/>
          <w:szCs w:val="28"/>
        </w:rPr>
        <w:t xml:space="preserve"> рубл</w:t>
      </w:r>
      <w:r w:rsidR="008E2B6B" w:rsidRPr="002C5993">
        <w:rPr>
          <w:sz w:val="28"/>
          <w:szCs w:val="28"/>
        </w:rPr>
        <w:t>ей</w:t>
      </w:r>
      <w:r w:rsidRPr="002C5993">
        <w:rPr>
          <w:sz w:val="28"/>
          <w:szCs w:val="28"/>
        </w:rPr>
        <w:t>;</w:t>
      </w:r>
    </w:p>
    <w:p w14:paraId="7385DE00" w14:textId="5B76DE25" w:rsidR="006E50A8" w:rsidRPr="002C5993" w:rsidRDefault="006E50A8" w:rsidP="006E50A8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2C5993">
        <w:rPr>
          <w:sz w:val="28"/>
          <w:szCs w:val="28"/>
        </w:rPr>
        <w:t xml:space="preserve">2) общий объем расходов бюджета городского округа </w:t>
      </w:r>
      <w:r w:rsidRPr="002C5993">
        <w:rPr>
          <w:sz w:val="28"/>
          <w:szCs w:val="28"/>
        </w:rPr>
        <w:br/>
        <w:t xml:space="preserve">в сумме </w:t>
      </w:r>
      <w:r w:rsidR="008B2E29" w:rsidRPr="002C5993">
        <w:rPr>
          <w:sz w:val="28"/>
          <w:szCs w:val="28"/>
        </w:rPr>
        <w:t>2 </w:t>
      </w:r>
      <w:r w:rsidR="002C5993" w:rsidRPr="002C5993">
        <w:rPr>
          <w:sz w:val="28"/>
          <w:szCs w:val="28"/>
        </w:rPr>
        <w:t>367</w:t>
      </w:r>
      <w:r w:rsidR="008B2E29" w:rsidRPr="002C5993">
        <w:rPr>
          <w:sz w:val="28"/>
          <w:szCs w:val="28"/>
        </w:rPr>
        <w:t> </w:t>
      </w:r>
      <w:r w:rsidR="002C5993" w:rsidRPr="002C5993">
        <w:rPr>
          <w:sz w:val="28"/>
          <w:szCs w:val="28"/>
        </w:rPr>
        <w:t>041</w:t>
      </w:r>
      <w:r w:rsidR="008B2E29" w:rsidRPr="002C5993">
        <w:rPr>
          <w:sz w:val="28"/>
          <w:szCs w:val="28"/>
        </w:rPr>
        <w:t xml:space="preserve"> </w:t>
      </w:r>
      <w:r w:rsidR="002C5993" w:rsidRPr="002C5993">
        <w:rPr>
          <w:sz w:val="28"/>
          <w:szCs w:val="28"/>
        </w:rPr>
        <w:t>865</w:t>
      </w:r>
      <w:r w:rsidR="008B2E29" w:rsidRPr="002C5993">
        <w:rPr>
          <w:sz w:val="28"/>
          <w:szCs w:val="28"/>
        </w:rPr>
        <w:t>,</w:t>
      </w:r>
      <w:r w:rsidR="002C5993" w:rsidRPr="002C5993">
        <w:rPr>
          <w:sz w:val="28"/>
          <w:szCs w:val="28"/>
        </w:rPr>
        <w:t>1</w:t>
      </w:r>
      <w:r w:rsidR="008B2E29" w:rsidRPr="002C5993">
        <w:rPr>
          <w:sz w:val="28"/>
          <w:szCs w:val="28"/>
        </w:rPr>
        <w:t>8</w:t>
      </w:r>
      <w:r w:rsidR="008B2E29" w:rsidRPr="002C5993">
        <w:rPr>
          <w:b/>
          <w:bCs/>
          <w:sz w:val="28"/>
          <w:szCs w:val="28"/>
        </w:rPr>
        <w:t xml:space="preserve"> </w:t>
      </w:r>
      <w:r w:rsidRPr="002C5993">
        <w:rPr>
          <w:sz w:val="28"/>
          <w:szCs w:val="28"/>
        </w:rPr>
        <w:t>рублей;</w:t>
      </w:r>
    </w:p>
    <w:p w14:paraId="71A295CA" w14:textId="01154AB9" w:rsidR="006E50A8" w:rsidRPr="00087B1C" w:rsidRDefault="006E50A8" w:rsidP="006E50A8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087B1C">
        <w:rPr>
          <w:sz w:val="28"/>
          <w:szCs w:val="28"/>
        </w:rPr>
        <w:t xml:space="preserve">3) размер </w:t>
      </w:r>
      <w:r w:rsidR="000432BD" w:rsidRPr="00087B1C">
        <w:rPr>
          <w:sz w:val="28"/>
          <w:szCs w:val="28"/>
        </w:rPr>
        <w:t>профицита</w:t>
      </w:r>
      <w:r w:rsidRPr="00087B1C">
        <w:rPr>
          <w:sz w:val="28"/>
          <w:szCs w:val="28"/>
        </w:rPr>
        <w:t xml:space="preserve"> бюджета городского округа в сумме </w:t>
      </w:r>
      <w:r w:rsidR="00087B1C" w:rsidRPr="00087B1C">
        <w:rPr>
          <w:sz w:val="28"/>
          <w:szCs w:val="28"/>
        </w:rPr>
        <w:t>2</w:t>
      </w:r>
      <w:r w:rsidR="00EE5F5B" w:rsidRPr="00087B1C">
        <w:rPr>
          <w:sz w:val="28"/>
          <w:szCs w:val="28"/>
        </w:rPr>
        <w:t xml:space="preserve">4 </w:t>
      </w:r>
      <w:r w:rsidR="00087B1C" w:rsidRPr="00087B1C">
        <w:rPr>
          <w:sz w:val="28"/>
          <w:szCs w:val="28"/>
        </w:rPr>
        <w:t>106</w:t>
      </w:r>
      <w:r w:rsidR="006A5D24" w:rsidRPr="00087B1C">
        <w:rPr>
          <w:sz w:val="28"/>
          <w:szCs w:val="28"/>
        </w:rPr>
        <w:t> </w:t>
      </w:r>
      <w:r w:rsidR="00087B1C" w:rsidRPr="00087B1C">
        <w:rPr>
          <w:sz w:val="28"/>
          <w:szCs w:val="28"/>
        </w:rPr>
        <w:t>9</w:t>
      </w:r>
      <w:r w:rsidR="006A5D24" w:rsidRPr="00087B1C">
        <w:rPr>
          <w:sz w:val="28"/>
          <w:szCs w:val="28"/>
        </w:rPr>
        <w:t>7</w:t>
      </w:r>
      <w:r w:rsidR="00087B1C" w:rsidRPr="00087B1C">
        <w:rPr>
          <w:sz w:val="28"/>
          <w:szCs w:val="28"/>
        </w:rPr>
        <w:t>1</w:t>
      </w:r>
      <w:r w:rsidR="006A5D24" w:rsidRPr="00087B1C">
        <w:rPr>
          <w:sz w:val="28"/>
          <w:szCs w:val="28"/>
        </w:rPr>
        <w:t>,</w:t>
      </w:r>
      <w:r w:rsidR="00087B1C" w:rsidRPr="00087B1C">
        <w:rPr>
          <w:sz w:val="28"/>
          <w:szCs w:val="28"/>
        </w:rPr>
        <w:t>44</w:t>
      </w:r>
      <w:r w:rsidRPr="00087B1C">
        <w:rPr>
          <w:sz w:val="28"/>
          <w:szCs w:val="28"/>
        </w:rPr>
        <w:t xml:space="preserve"> рублей; </w:t>
      </w:r>
    </w:p>
    <w:p w14:paraId="690AF633" w14:textId="2EF550A4" w:rsidR="0090140D" w:rsidRPr="00087B1C" w:rsidRDefault="0090140D" w:rsidP="00CD5DF3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087B1C">
        <w:rPr>
          <w:sz w:val="28"/>
          <w:szCs w:val="28"/>
        </w:rPr>
        <w:t>4) верхний предел муниципального внутреннего долга городского округа Большой Камень на 01.01.202</w:t>
      </w:r>
      <w:r w:rsidR="006F39C7" w:rsidRPr="00087B1C">
        <w:rPr>
          <w:sz w:val="28"/>
          <w:szCs w:val="28"/>
        </w:rPr>
        <w:t>4</w:t>
      </w:r>
      <w:r w:rsidRPr="00087B1C">
        <w:rPr>
          <w:sz w:val="28"/>
          <w:szCs w:val="28"/>
        </w:rPr>
        <w:t xml:space="preserve"> года – в сумме </w:t>
      </w:r>
      <w:r w:rsidR="00087B1C" w:rsidRPr="00087B1C">
        <w:rPr>
          <w:sz w:val="28"/>
          <w:szCs w:val="28"/>
        </w:rPr>
        <w:t>611</w:t>
      </w:r>
      <w:r w:rsidR="00B370BD" w:rsidRPr="00087B1C">
        <w:rPr>
          <w:sz w:val="28"/>
          <w:szCs w:val="28"/>
        </w:rPr>
        <w:t> </w:t>
      </w:r>
      <w:r w:rsidR="00087B1C" w:rsidRPr="00087B1C">
        <w:rPr>
          <w:sz w:val="28"/>
          <w:szCs w:val="28"/>
        </w:rPr>
        <w:t>1</w:t>
      </w:r>
      <w:r w:rsidR="00B370BD" w:rsidRPr="00087B1C">
        <w:rPr>
          <w:sz w:val="28"/>
          <w:szCs w:val="28"/>
        </w:rPr>
        <w:t>7</w:t>
      </w:r>
      <w:r w:rsidR="00087B1C" w:rsidRPr="00087B1C">
        <w:rPr>
          <w:sz w:val="28"/>
          <w:szCs w:val="28"/>
        </w:rPr>
        <w:t>6</w:t>
      </w:r>
      <w:r w:rsidR="00B370BD" w:rsidRPr="00087B1C">
        <w:rPr>
          <w:sz w:val="28"/>
          <w:szCs w:val="28"/>
        </w:rPr>
        <w:t> </w:t>
      </w:r>
      <w:r w:rsidR="00087B1C" w:rsidRPr="00087B1C">
        <w:rPr>
          <w:sz w:val="28"/>
          <w:szCs w:val="28"/>
        </w:rPr>
        <w:t>805</w:t>
      </w:r>
      <w:r w:rsidR="00B370BD" w:rsidRPr="00087B1C">
        <w:rPr>
          <w:sz w:val="28"/>
          <w:szCs w:val="28"/>
        </w:rPr>
        <w:t>,</w:t>
      </w:r>
      <w:r w:rsidR="00087B1C" w:rsidRPr="00087B1C">
        <w:rPr>
          <w:sz w:val="28"/>
          <w:szCs w:val="28"/>
        </w:rPr>
        <w:t>22</w:t>
      </w:r>
      <w:r w:rsidRPr="00087B1C">
        <w:rPr>
          <w:sz w:val="28"/>
          <w:szCs w:val="28"/>
        </w:rPr>
        <w:t xml:space="preserve"> рубл</w:t>
      </w:r>
      <w:r w:rsidR="00CD5DF3" w:rsidRPr="00087B1C">
        <w:rPr>
          <w:sz w:val="28"/>
          <w:szCs w:val="28"/>
        </w:rPr>
        <w:t>ей</w:t>
      </w:r>
      <w:r w:rsidRPr="00087B1C">
        <w:rPr>
          <w:sz w:val="28"/>
          <w:szCs w:val="28"/>
        </w:rPr>
        <w:t>, в том числе верхний предел долга по муниципальным гарантиям городского округа Большой Камень – в сумме 0,00 рублей.»;</w:t>
      </w:r>
    </w:p>
    <w:p w14:paraId="7544B9E8" w14:textId="39F92F52" w:rsidR="00976BD8" w:rsidRPr="00157EB8" w:rsidRDefault="00F144B1" w:rsidP="00D547AA">
      <w:pPr>
        <w:pStyle w:val="31"/>
        <w:spacing w:line="360" w:lineRule="auto"/>
        <w:ind w:firstLine="700"/>
        <w:jc w:val="both"/>
        <w:rPr>
          <w:sz w:val="28"/>
          <w:szCs w:val="28"/>
          <w:lang w:eastAsia="x-none"/>
        </w:rPr>
      </w:pPr>
      <w:r>
        <w:rPr>
          <w:sz w:val="28"/>
          <w:szCs w:val="28"/>
        </w:rPr>
        <w:t>2</w:t>
      </w:r>
      <w:r w:rsidR="008E4535" w:rsidRPr="00157EB8">
        <w:rPr>
          <w:sz w:val="28"/>
          <w:szCs w:val="28"/>
        </w:rPr>
        <w:t xml:space="preserve">) </w:t>
      </w:r>
      <w:r w:rsidR="00976BD8" w:rsidRPr="00157EB8">
        <w:rPr>
          <w:sz w:val="28"/>
          <w:szCs w:val="28"/>
          <w:lang w:eastAsia="x-none"/>
        </w:rPr>
        <w:t xml:space="preserve">часть </w:t>
      </w:r>
      <w:r w:rsidR="00BF2354" w:rsidRPr="00157EB8">
        <w:rPr>
          <w:sz w:val="28"/>
          <w:szCs w:val="28"/>
          <w:lang w:eastAsia="x-none"/>
        </w:rPr>
        <w:t>4</w:t>
      </w:r>
      <w:r w:rsidR="00976BD8" w:rsidRPr="00157EB8">
        <w:rPr>
          <w:sz w:val="28"/>
          <w:szCs w:val="28"/>
          <w:lang w:eastAsia="x-none"/>
        </w:rPr>
        <w:t xml:space="preserve"> статьи 1 изложить в следующей редакции:</w:t>
      </w:r>
    </w:p>
    <w:p w14:paraId="689CE4BA" w14:textId="4F4BD1A4" w:rsidR="00976BD8" w:rsidRPr="00157EB8" w:rsidRDefault="00976BD8" w:rsidP="00976BD8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157EB8">
        <w:rPr>
          <w:sz w:val="28"/>
          <w:szCs w:val="28"/>
        </w:rPr>
        <w:t>«</w:t>
      </w:r>
      <w:r w:rsidR="00E261BD" w:rsidRPr="00157EB8">
        <w:rPr>
          <w:sz w:val="28"/>
          <w:szCs w:val="28"/>
        </w:rPr>
        <w:t>4</w:t>
      </w:r>
      <w:r w:rsidRPr="00157EB8">
        <w:rPr>
          <w:sz w:val="28"/>
          <w:szCs w:val="28"/>
        </w:rPr>
        <w:t xml:space="preserve">. Установить общий объем межбюджетных трансфертов, получаемых из других бюджетов бюджетной системы Российской Федерации: </w:t>
      </w:r>
    </w:p>
    <w:p w14:paraId="65FF9FB1" w14:textId="6CA4EC2A" w:rsidR="00976BD8" w:rsidRPr="00157EB8" w:rsidRDefault="00976BD8" w:rsidP="00976BD8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157EB8">
        <w:rPr>
          <w:sz w:val="28"/>
          <w:szCs w:val="28"/>
        </w:rPr>
        <w:t>на 202</w:t>
      </w:r>
      <w:r w:rsidR="006F39C7" w:rsidRPr="00157EB8">
        <w:rPr>
          <w:sz w:val="28"/>
          <w:szCs w:val="28"/>
        </w:rPr>
        <w:t>3</w:t>
      </w:r>
      <w:r w:rsidRPr="00157EB8">
        <w:rPr>
          <w:sz w:val="28"/>
          <w:szCs w:val="28"/>
        </w:rPr>
        <w:t xml:space="preserve"> год в сумме </w:t>
      </w:r>
      <w:r w:rsidR="00F76FD1" w:rsidRPr="00157EB8">
        <w:rPr>
          <w:sz w:val="28"/>
          <w:szCs w:val="28"/>
        </w:rPr>
        <w:t>1</w:t>
      </w:r>
      <w:r w:rsidR="00157EB8" w:rsidRPr="00157EB8">
        <w:rPr>
          <w:sz w:val="28"/>
          <w:szCs w:val="28"/>
        </w:rPr>
        <w:t> </w:t>
      </w:r>
      <w:r w:rsidR="00F76FD1" w:rsidRPr="00157EB8">
        <w:rPr>
          <w:sz w:val="28"/>
          <w:szCs w:val="28"/>
        </w:rPr>
        <w:t>7</w:t>
      </w:r>
      <w:r w:rsidR="00157EB8" w:rsidRPr="00157EB8">
        <w:rPr>
          <w:sz w:val="28"/>
          <w:szCs w:val="28"/>
        </w:rPr>
        <w:t>79 972</w:t>
      </w:r>
      <w:r w:rsidR="00F76FD1" w:rsidRPr="00157EB8">
        <w:rPr>
          <w:sz w:val="28"/>
          <w:szCs w:val="28"/>
        </w:rPr>
        <w:t> </w:t>
      </w:r>
      <w:r w:rsidR="00157EB8" w:rsidRPr="00157EB8">
        <w:rPr>
          <w:sz w:val="28"/>
          <w:szCs w:val="28"/>
        </w:rPr>
        <w:t>031</w:t>
      </w:r>
      <w:r w:rsidR="00F76FD1" w:rsidRPr="00157EB8">
        <w:rPr>
          <w:sz w:val="28"/>
          <w:szCs w:val="28"/>
        </w:rPr>
        <w:t>,</w:t>
      </w:r>
      <w:r w:rsidR="00157EB8" w:rsidRPr="00157EB8">
        <w:rPr>
          <w:sz w:val="28"/>
          <w:szCs w:val="28"/>
        </w:rPr>
        <w:t>40</w:t>
      </w:r>
      <w:r w:rsidR="00675704" w:rsidRPr="00157EB8">
        <w:rPr>
          <w:sz w:val="28"/>
          <w:szCs w:val="28"/>
        </w:rPr>
        <w:t xml:space="preserve"> </w:t>
      </w:r>
      <w:r w:rsidRPr="00157EB8">
        <w:rPr>
          <w:sz w:val="28"/>
          <w:szCs w:val="28"/>
        </w:rPr>
        <w:t>рубл</w:t>
      </w:r>
      <w:r w:rsidR="00916E81">
        <w:rPr>
          <w:sz w:val="28"/>
          <w:szCs w:val="28"/>
        </w:rPr>
        <w:t>я</w:t>
      </w:r>
      <w:r w:rsidRPr="00157EB8">
        <w:rPr>
          <w:sz w:val="28"/>
          <w:szCs w:val="28"/>
        </w:rPr>
        <w:t xml:space="preserve">, </w:t>
      </w:r>
    </w:p>
    <w:p w14:paraId="1A9E2743" w14:textId="7B231744" w:rsidR="00976BD8" w:rsidRPr="00157EB8" w:rsidRDefault="00976BD8" w:rsidP="00976BD8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157EB8">
        <w:rPr>
          <w:sz w:val="28"/>
          <w:szCs w:val="28"/>
        </w:rPr>
        <w:t>на 202</w:t>
      </w:r>
      <w:r w:rsidR="006F39C7" w:rsidRPr="00157EB8">
        <w:rPr>
          <w:sz w:val="28"/>
          <w:szCs w:val="28"/>
        </w:rPr>
        <w:t>4</w:t>
      </w:r>
      <w:r w:rsidRPr="00157EB8">
        <w:rPr>
          <w:sz w:val="28"/>
          <w:szCs w:val="28"/>
        </w:rPr>
        <w:t xml:space="preserve"> год в сумме </w:t>
      </w:r>
      <w:r w:rsidR="008B70DF" w:rsidRPr="00157EB8">
        <w:rPr>
          <w:sz w:val="28"/>
          <w:szCs w:val="28"/>
        </w:rPr>
        <w:t>1 </w:t>
      </w:r>
      <w:r w:rsidR="00F76FD1" w:rsidRPr="00157EB8">
        <w:rPr>
          <w:sz w:val="28"/>
          <w:szCs w:val="28"/>
        </w:rPr>
        <w:t>35</w:t>
      </w:r>
      <w:r w:rsidR="008B70DF" w:rsidRPr="00157EB8">
        <w:rPr>
          <w:sz w:val="28"/>
          <w:szCs w:val="28"/>
        </w:rPr>
        <w:t>8 030 440,15</w:t>
      </w:r>
      <w:r w:rsidRPr="00157EB8">
        <w:rPr>
          <w:sz w:val="28"/>
          <w:szCs w:val="28"/>
        </w:rPr>
        <w:t xml:space="preserve"> рубл</w:t>
      </w:r>
      <w:r w:rsidR="00916E81">
        <w:rPr>
          <w:sz w:val="28"/>
          <w:szCs w:val="28"/>
        </w:rPr>
        <w:t>я</w:t>
      </w:r>
      <w:r w:rsidRPr="00157EB8">
        <w:rPr>
          <w:sz w:val="28"/>
          <w:szCs w:val="28"/>
        </w:rPr>
        <w:t xml:space="preserve">, </w:t>
      </w:r>
    </w:p>
    <w:p w14:paraId="405506A3" w14:textId="0739ECC9" w:rsidR="00BF2354" w:rsidRPr="00157EB8" w:rsidRDefault="00976BD8" w:rsidP="00BF2354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157EB8">
        <w:rPr>
          <w:sz w:val="28"/>
          <w:szCs w:val="28"/>
        </w:rPr>
        <w:t>на 202</w:t>
      </w:r>
      <w:r w:rsidR="006F39C7" w:rsidRPr="00157EB8">
        <w:rPr>
          <w:sz w:val="28"/>
          <w:szCs w:val="28"/>
        </w:rPr>
        <w:t>5</w:t>
      </w:r>
      <w:r w:rsidRPr="00157EB8">
        <w:rPr>
          <w:sz w:val="28"/>
          <w:szCs w:val="28"/>
        </w:rPr>
        <w:t xml:space="preserve"> год в сумме </w:t>
      </w:r>
      <w:r w:rsidR="008B70DF" w:rsidRPr="00157EB8">
        <w:rPr>
          <w:sz w:val="28"/>
          <w:szCs w:val="28"/>
        </w:rPr>
        <w:t>680 158 833,38</w:t>
      </w:r>
      <w:r w:rsidRPr="00157EB8">
        <w:rPr>
          <w:sz w:val="28"/>
          <w:szCs w:val="28"/>
        </w:rPr>
        <w:t xml:space="preserve"> рубл</w:t>
      </w:r>
      <w:r w:rsidR="008B70DF" w:rsidRPr="00157EB8">
        <w:rPr>
          <w:sz w:val="28"/>
          <w:szCs w:val="28"/>
        </w:rPr>
        <w:t>я</w:t>
      </w:r>
      <w:r w:rsidRPr="00157EB8">
        <w:rPr>
          <w:sz w:val="28"/>
          <w:szCs w:val="28"/>
        </w:rPr>
        <w:t>.»;</w:t>
      </w:r>
    </w:p>
    <w:p w14:paraId="2F932675" w14:textId="39B2489A" w:rsidR="00420AA6" w:rsidRPr="00157EB8" w:rsidRDefault="00F144B1" w:rsidP="00420AA6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0AA6" w:rsidRPr="00157EB8">
        <w:rPr>
          <w:sz w:val="28"/>
          <w:szCs w:val="28"/>
        </w:rPr>
        <w:t>) часть 5 статьи 1 изложить в следующей редакции:</w:t>
      </w:r>
    </w:p>
    <w:p w14:paraId="3B3710F3" w14:textId="77777777" w:rsidR="00420AA6" w:rsidRPr="0096537C" w:rsidRDefault="00420AA6" w:rsidP="00420AA6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96537C">
        <w:rPr>
          <w:sz w:val="28"/>
          <w:szCs w:val="28"/>
        </w:rPr>
        <w:t>«5. Установить иные показатели бюджета городского округа на 2023 год:</w:t>
      </w:r>
    </w:p>
    <w:p w14:paraId="543D89D9" w14:textId="3040D58B" w:rsidR="00420AA6" w:rsidRPr="0096537C" w:rsidRDefault="00420AA6" w:rsidP="00420AA6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96537C">
        <w:rPr>
          <w:sz w:val="28"/>
          <w:szCs w:val="28"/>
        </w:rPr>
        <w:t>общий объем бюджетных ассигнований на исполнение публичных нормативных обязательств в сумме 2</w:t>
      </w:r>
      <w:r w:rsidR="0096537C" w:rsidRPr="0096537C">
        <w:rPr>
          <w:sz w:val="28"/>
          <w:szCs w:val="28"/>
        </w:rPr>
        <w:t>1</w:t>
      </w:r>
      <w:r w:rsidR="00AB4B1F" w:rsidRPr="0096537C">
        <w:rPr>
          <w:sz w:val="28"/>
          <w:szCs w:val="28"/>
        </w:rPr>
        <w:t> 6</w:t>
      </w:r>
      <w:r w:rsidR="0096537C" w:rsidRPr="0096537C">
        <w:rPr>
          <w:sz w:val="28"/>
          <w:szCs w:val="28"/>
        </w:rPr>
        <w:t>05</w:t>
      </w:r>
      <w:r w:rsidR="00AB4B1F" w:rsidRPr="0096537C">
        <w:rPr>
          <w:sz w:val="28"/>
          <w:szCs w:val="28"/>
        </w:rPr>
        <w:t> </w:t>
      </w:r>
      <w:r w:rsidR="0096537C" w:rsidRPr="0096537C">
        <w:rPr>
          <w:sz w:val="28"/>
          <w:szCs w:val="28"/>
        </w:rPr>
        <w:t>259</w:t>
      </w:r>
      <w:r w:rsidR="00AB4B1F" w:rsidRPr="0096537C">
        <w:rPr>
          <w:sz w:val="28"/>
          <w:szCs w:val="28"/>
        </w:rPr>
        <w:t>,</w:t>
      </w:r>
      <w:r w:rsidR="0096537C" w:rsidRPr="0096537C">
        <w:rPr>
          <w:sz w:val="28"/>
          <w:szCs w:val="28"/>
        </w:rPr>
        <w:t>19</w:t>
      </w:r>
      <w:r w:rsidRPr="0096537C">
        <w:rPr>
          <w:sz w:val="28"/>
          <w:szCs w:val="28"/>
        </w:rPr>
        <w:t xml:space="preserve"> рублей согласно приложению 2 к настоящему решению.»</w:t>
      </w:r>
      <w:r w:rsidR="00637CC3" w:rsidRPr="0096537C">
        <w:rPr>
          <w:sz w:val="28"/>
          <w:szCs w:val="28"/>
        </w:rPr>
        <w:t>;</w:t>
      </w:r>
    </w:p>
    <w:p w14:paraId="1489A9FA" w14:textId="7234DE6B" w:rsidR="006B528B" w:rsidRPr="0096537C" w:rsidRDefault="00F144B1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96537C">
        <w:rPr>
          <w:sz w:val="28"/>
          <w:szCs w:val="28"/>
        </w:rPr>
        <w:t>4</w:t>
      </w:r>
      <w:r w:rsidR="006B528B" w:rsidRPr="0096537C">
        <w:rPr>
          <w:sz w:val="28"/>
          <w:szCs w:val="28"/>
        </w:rPr>
        <w:t>) статью 4 изложить в следующей редакции:</w:t>
      </w:r>
    </w:p>
    <w:p w14:paraId="004A98AB" w14:textId="77777777" w:rsidR="006B528B" w:rsidRPr="006B528B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6B528B">
        <w:rPr>
          <w:sz w:val="28"/>
          <w:szCs w:val="28"/>
        </w:rPr>
        <w:t>«Статья 4. Дорожный фонд городского округа</w:t>
      </w:r>
    </w:p>
    <w:p w14:paraId="48CF781E" w14:textId="77777777" w:rsidR="006B528B" w:rsidRPr="006B528B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6B528B">
        <w:rPr>
          <w:sz w:val="28"/>
          <w:szCs w:val="28"/>
        </w:rPr>
        <w:t>Утвердить объем бюджетных ассигнований дорожного фонда городского округа:</w:t>
      </w:r>
    </w:p>
    <w:p w14:paraId="5A3FDFE1" w14:textId="3428FC84" w:rsidR="006B528B" w:rsidRPr="006B528B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6B528B">
        <w:rPr>
          <w:sz w:val="28"/>
          <w:szCs w:val="28"/>
        </w:rPr>
        <w:t>на 2023 год в сумме 276 6</w:t>
      </w:r>
      <w:r w:rsidR="0096537C">
        <w:rPr>
          <w:sz w:val="28"/>
          <w:szCs w:val="28"/>
        </w:rPr>
        <w:t>46</w:t>
      </w:r>
      <w:r w:rsidRPr="006B528B">
        <w:rPr>
          <w:sz w:val="28"/>
          <w:szCs w:val="28"/>
        </w:rPr>
        <w:t xml:space="preserve"> 4</w:t>
      </w:r>
      <w:r w:rsidR="0096537C">
        <w:rPr>
          <w:sz w:val="28"/>
          <w:szCs w:val="28"/>
        </w:rPr>
        <w:t>1</w:t>
      </w:r>
      <w:r w:rsidRPr="006B528B">
        <w:rPr>
          <w:sz w:val="28"/>
          <w:szCs w:val="28"/>
        </w:rPr>
        <w:t>3,2</w:t>
      </w:r>
      <w:r w:rsidR="0096537C">
        <w:rPr>
          <w:sz w:val="28"/>
          <w:szCs w:val="28"/>
        </w:rPr>
        <w:t>1</w:t>
      </w:r>
      <w:r w:rsidRPr="006B528B">
        <w:rPr>
          <w:sz w:val="28"/>
          <w:szCs w:val="28"/>
        </w:rPr>
        <w:t xml:space="preserve"> рубля,</w:t>
      </w:r>
    </w:p>
    <w:p w14:paraId="5F7C9FD1" w14:textId="77777777" w:rsidR="006B528B" w:rsidRPr="006B528B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6B528B">
        <w:rPr>
          <w:sz w:val="28"/>
          <w:szCs w:val="28"/>
        </w:rPr>
        <w:t>на 2024 год в сумме 183 202 530,00 рублей,</w:t>
      </w:r>
    </w:p>
    <w:p w14:paraId="4B0BF00A" w14:textId="77777777" w:rsidR="006B528B" w:rsidRPr="006B528B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6B528B">
        <w:rPr>
          <w:sz w:val="28"/>
          <w:szCs w:val="28"/>
        </w:rPr>
        <w:t>на 2025 год в сумме 49 994 140,00 рублей.»;</w:t>
      </w:r>
    </w:p>
    <w:p w14:paraId="6D729334" w14:textId="1C717F71" w:rsidR="006B528B" w:rsidRPr="006B528B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6B528B">
        <w:rPr>
          <w:sz w:val="28"/>
          <w:szCs w:val="28"/>
        </w:rPr>
        <w:lastRenderedPageBreak/>
        <w:t>Установить, что использование средств дорожного фонда осуществляется в рамках муниципальной программы «Дороги городского округа Большой Камень» на 2018 – 2030 годы.»;</w:t>
      </w:r>
    </w:p>
    <w:p w14:paraId="4EF3CFE6" w14:textId="77777777" w:rsidR="006B528B" w:rsidRPr="00F144B1" w:rsidRDefault="00095B62" w:rsidP="00420AA6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F144B1">
        <w:rPr>
          <w:sz w:val="28"/>
          <w:szCs w:val="28"/>
        </w:rPr>
        <w:t>5) стать</w:t>
      </w:r>
      <w:r w:rsidR="006B528B" w:rsidRPr="00F144B1">
        <w:rPr>
          <w:sz w:val="28"/>
          <w:szCs w:val="28"/>
        </w:rPr>
        <w:t>ю</w:t>
      </w:r>
      <w:r w:rsidRPr="00F144B1">
        <w:rPr>
          <w:sz w:val="28"/>
          <w:szCs w:val="28"/>
        </w:rPr>
        <w:t xml:space="preserve"> 7 </w:t>
      </w:r>
      <w:r w:rsidR="006B528B" w:rsidRPr="00F144B1">
        <w:rPr>
          <w:sz w:val="28"/>
          <w:szCs w:val="28"/>
        </w:rPr>
        <w:t>изложить в следующей редакции:</w:t>
      </w:r>
    </w:p>
    <w:p w14:paraId="599ABB53" w14:textId="54EFAAD0" w:rsidR="006B528B" w:rsidRPr="00F144B1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F144B1">
        <w:rPr>
          <w:sz w:val="28"/>
          <w:szCs w:val="28"/>
        </w:rPr>
        <w:t>«Статья 7. Индексация оплаты труда</w:t>
      </w:r>
    </w:p>
    <w:p w14:paraId="57ADE555" w14:textId="77777777" w:rsidR="006B528B" w:rsidRPr="00F144B1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F144B1">
        <w:rPr>
          <w:sz w:val="28"/>
          <w:szCs w:val="28"/>
        </w:rPr>
        <w:t>1.</w:t>
      </w:r>
      <w:r w:rsidRPr="00F144B1">
        <w:rPr>
          <w:sz w:val="28"/>
          <w:szCs w:val="28"/>
        </w:rPr>
        <w:tab/>
        <w:t xml:space="preserve">Провести с 1 октября 2023 года индексацию путем увеличения </w:t>
      </w:r>
    </w:p>
    <w:p w14:paraId="19366F08" w14:textId="0CD0A511" w:rsidR="006F377E" w:rsidRDefault="006B528B" w:rsidP="006F377E">
      <w:pPr>
        <w:tabs>
          <w:tab w:val="left" w:pos="8789"/>
          <w:tab w:val="left" w:pos="9072"/>
        </w:tabs>
        <w:snapToGrid w:val="0"/>
        <w:spacing w:line="360" w:lineRule="auto"/>
        <w:ind w:right="-1"/>
        <w:jc w:val="both"/>
        <w:rPr>
          <w:sz w:val="28"/>
          <w:szCs w:val="28"/>
        </w:rPr>
      </w:pPr>
      <w:r w:rsidRPr="00F144B1">
        <w:rPr>
          <w:sz w:val="28"/>
          <w:szCs w:val="28"/>
        </w:rPr>
        <w:t>в 1,109 раза, с 1 де</w:t>
      </w:r>
      <w:r w:rsidR="00031A78">
        <w:rPr>
          <w:sz w:val="28"/>
          <w:szCs w:val="28"/>
        </w:rPr>
        <w:t>кабря 2023 года - в 1,1847 раза</w:t>
      </w:r>
      <w:r w:rsidR="006F377E">
        <w:rPr>
          <w:sz w:val="28"/>
          <w:szCs w:val="28"/>
        </w:rPr>
        <w:t>, с 1 октября  202</w:t>
      </w:r>
      <w:r w:rsidR="00CC3E76">
        <w:rPr>
          <w:sz w:val="28"/>
          <w:szCs w:val="28"/>
        </w:rPr>
        <w:t>5</w:t>
      </w:r>
      <w:r w:rsidR="006F377E">
        <w:rPr>
          <w:sz w:val="28"/>
          <w:szCs w:val="28"/>
        </w:rPr>
        <w:t xml:space="preserve"> года в 1,04 раза. </w:t>
      </w:r>
    </w:p>
    <w:p w14:paraId="29ACAE2C" w14:textId="77777777" w:rsidR="006B528B" w:rsidRPr="00F144B1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F144B1">
        <w:rPr>
          <w:sz w:val="28"/>
          <w:szCs w:val="28"/>
        </w:rPr>
        <w:t xml:space="preserve">1) размеров окладов (ставок заработной платы), установленных работникам муниципальных учреждений; </w:t>
      </w:r>
    </w:p>
    <w:p w14:paraId="60A2A905" w14:textId="77777777" w:rsidR="006B528B" w:rsidRPr="00F144B1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F144B1">
        <w:rPr>
          <w:sz w:val="28"/>
          <w:szCs w:val="28"/>
        </w:rPr>
        <w:t>2) размеров окладов ежемесячного денежного вознаграждения лиц, замещающих муниципальные должности городского округа;</w:t>
      </w:r>
    </w:p>
    <w:p w14:paraId="3CEFBA40" w14:textId="7B6D162D" w:rsidR="00095B62" w:rsidRPr="00F144B1" w:rsidRDefault="006B528B" w:rsidP="006B528B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F144B1">
        <w:rPr>
          <w:sz w:val="28"/>
          <w:szCs w:val="28"/>
        </w:rPr>
        <w:t>3)  размеров окладов месячного денежного содержания по должностям муниципальной службы городского округа.</w:t>
      </w:r>
      <w:r w:rsidR="00F144B1" w:rsidRPr="00F144B1">
        <w:rPr>
          <w:sz w:val="28"/>
          <w:szCs w:val="28"/>
        </w:rPr>
        <w:t>»;</w:t>
      </w:r>
    </w:p>
    <w:p w14:paraId="30E8F85D" w14:textId="677649F5" w:rsidR="008E4535" w:rsidRPr="00BB47AC" w:rsidRDefault="00095B62" w:rsidP="00C66233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Hlk145421117"/>
      <w:r w:rsidRPr="00BB47AC">
        <w:rPr>
          <w:sz w:val="28"/>
          <w:szCs w:val="28"/>
        </w:rPr>
        <w:t>6</w:t>
      </w:r>
      <w:r w:rsidR="001541F5" w:rsidRPr="00BB47AC">
        <w:rPr>
          <w:sz w:val="28"/>
          <w:szCs w:val="28"/>
        </w:rPr>
        <w:t>)</w:t>
      </w:r>
      <w:r w:rsidR="00F307EF" w:rsidRPr="00BB47AC">
        <w:rPr>
          <w:sz w:val="28"/>
          <w:szCs w:val="28"/>
        </w:rPr>
        <w:t xml:space="preserve"> </w:t>
      </w:r>
      <w:bookmarkStart w:id="1" w:name="_Hlk113444057"/>
      <w:r w:rsidR="008E4535" w:rsidRPr="00BB47AC">
        <w:rPr>
          <w:sz w:val="28"/>
          <w:szCs w:val="28"/>
        </w:rPr>
        <w:t>приложение 1 изложить в редакции приложения 1 к настоящему решению;</w:t>
      </w:r>
    </w:p>
    <w:bookmarkEnd w:id="0"/>
    <w:p w14:paraId="26728379" w14:textId="5ECB8BB5" w:rsidR="00823028" w:rsidRPr="00BB47AC" w:rsidRDefault="00095B62" w:rsidP="00823028">
      <w:pPr>
        <w:spacing w:line="360" w:lineRule="auto"/>
        <w:ind w:firstLine="709"/>
        <w:jc w:val="both"/>
        <w:rPr>
          <w:sz w:val="28"/>
          <w:szCs w:val="28"/>
        </w:rPr>
      </w:pPr>
      <w:r w:rsidRPr="00BB47AC">
        <w:rPr>
          <w:sz w:val="28"/>
          <w:szCs w:val="28"/>
        </w:rPr>
        <w:t>7</w:t>
      </w:r>
      <w:r w:rsidR="00823028" w:rsidRPr="00BB47AC">
        <w:rPr>
          <w:sz w:val="28"/>
          <w:szCs w:val="28"/>
        </w:rPr>
        <w:t>) приложение 2 изложить в редакции приложения 2 к настоящему решению;</w:t>
      </w:r>
    </w:p>
    <w:bookmarkEnd w:id="1"/>
    <w:p w14:paraId="3BE784AD" w14:textId="3C3DF801" w:rsidR="00CA5981" w:rsidRPr="00BB47AC" w:rsidRDefault="00095B62" w:rsidP="00CA5981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BB47AC">
        <w:rPr>
          <w:sz w:val="28"/>
          <w:szCs w:val="28"/>
        </w:rPr>
        <w:t>8</w:t>
      </w:r>
      <w:r w:rsidR="00CA5981" w:rsidRPr="00BB47AC">
        <w:rPr>
          <w:sz w:val="28"/>
          <w:szCs w:val="28"/>
        </w:rPr>
        <w:t xml:space="preserve">) приложение </w:t>
      </w:r>
      <w:r w:rsidR="00D91A61" w:rsidRPr="00BB47AC">
        <w:rPr>
          <w:sz w:val="28"/>
          <w:szCs w:val="28"/>
        </w:rPr>
        <w:t>4</w:t>
      </w:r>
      <w:r w:rsidR="00CA5981" w:rsidRPr="00BB47AC">
        <w:rPr>
          <w:sz w:val="28"/>
          <w:szCs w:val="28"/>
        </w:rPr>
        <w:t xml:space="preserve"> изложить в редакции приложения </w:t>
      </w:r>
      <w:r w:rsidR="00823028" w:rsidRPr="00BB47AC">
        <w:rPr>
          <w:sz w:val="28"/>
          <w:szCs w:val="28"/>
        </w:rPr>
        <w:t>3</w:t>
      </w:r>
      <w:r w:rsidR="00CA5981" w:rsidRPr="00BB47AC">
        <w:rPr>
          <w:sz w:val="28"/>
          <w:szCs w:val="28"/>
        </w:rPr>
        <w:t xml:space="preserve"> к настоящему решению;</w:t>
      </w:r>
    </w:p>
    <w:p w14:paraId="1D999EAC" w14:textId="0642D3FB" w:rsidR="00823028" w:rsidRPr="00BB47AC" w:rsidRDefault="00095B62" w:rsidP="00823028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BB47AC">
        <w:rPr>
          <w:sz w:val="28"/>
          <w:szCs w:val="28"/>
        </w:rPr>
        <w:t>9</w:t>
      </w:r>
      <w:r w:rsidR="00823028" w:rsidRPr="00BB47AC">
        <w:rPr>
          <w:sz w:val="28"/>
          <w:szCs w:val="28"/>
        </w:rPr>
        <w:t xml:space="preserve">) приложение </w:t>
      </w:r>
      <w:r w:rsidR="00916E81" w:rsidRPr="00BB47AC">
        <w:rPr>
          <w:sz w:val="28"/>
          <w:szCs w:val="28"/>
        </w:rPr>
        <w:t>6</w:t>
      </w:r>
      <w:r w:rsidR="00823028" w:rsidRPr="00BB47AC">
        <w:rPr>
          <w:sz w:val="28"/>
          <w:szCs w:val="28"/>
        </w:rPr>
        <w:t xml:space="preserve"> изложить в редакции приложения 4 к настоящему решению;</w:t>
      </w:r>
    </w:p>
    <w:p w14:paraId="3264075F" w14:textId="63D27ED2" w:rsidR="00CA5981" w:rsidRPr="00BB47AC" w:rsidRDefault="00916E81" w:rsidP="00916E81">
      <w:pPr>
        <w:snapToGrid w:val="0"/>
        <w:spacing w:line="360" w:lineRule="auto"/>
        <w:jc w:val="both"/>
        <w:rPr>
          <w:sz w:val="28"/>
          <w:szCs w:val="28"/>
        </w:rPr>
      </w:pPr>
      <w:r w:rsidRPr="00BB47AC">
        <w:rPr>
          <w:sz w:val="28"/>
          <w:szCs w:val="28"/>
        </w:rPr>
        <w:t xml:space="preserve">        </w:t>
      </w:r>
      <w:r w:rsidR="00095B62" w:rsidRPr="00BB47AC">
        <w:rPr>
          <w:sz w:val="28"/>
          <w:szCs w:val="28"/>
        </w:rPr>
        <w:t>10</w:t>
      </w:r>
      <w:r w:rsidR="00CA5981" w:rsidRPr="00BB47AC">
        <w:rPr>
          <w:sz w:val="28"/>
          <w:szCs w:val="28"/>
        </w:rPr>
        <w:t xml:space="preserve">) приложение </w:t>
      </w:r>
      <w:r w:rsidRPr="00BB47AC">
        <w:rPr>
          <w:sz w:val="28"/>
          <w:szCs w:val="28"/>
        </w:rPr>
        <w:t>8</w:t>
      </w:r>
      <w:r w:rsidR="00CA5981" w:rsidRPr="00BB47AC">
        <w:rPr>
          <w:sz w:val="28"/>
          <w:szCs w:val="28"/>
        </w:rPr>
        <w:t xml:space="preserve"> изложить в редакции приложения </w:t>
      </w:r>
      <w:r w:rsidR="00823028" w:rsidRPr="00BB47AC">
        <w:rPr>
          <w:sz w:val="28"/>
          <w:szCs w:val="28"/>
        </w:rPr>
        <w:t>5</w:t>
      </w:r>
      <w:r w:rsidR="00CA5981" w:rsidRPr="00BB47AC">
        <w:rPr>
          <w:sz w:val="28"/>
          <w:szCs w:val="28"/>
        </w:rPr>
        <w:t xml:space="preserve"> к настоящему решению;</w:t>
      </w:r>
    </w:p>
    <w:p w14:paraId="7C14F8C4" w14:textId="0D27F292" w:rsidR="00823028" w:rsidRPr="00BB47AC" w:rsidRDefault="00916E81" w:rsidP="00916E81">
      <w:pPr>
        <w:snapToGrid w:val="0"/>
        <w:spacing w:line="360" w:lineRule="auto"/>
        <w:jc w:val="both"/>
        <w:rPr>
          <w:sz w:val="28"/>
          <w:szCs w:val="28"/>
        </w:rPr>
      </w:pPr>
      <w:r w:rsidRPr="00BB47AC">
        <w:rPr>
          <w:sz w:val="28"/>
          <w:szCs w:val="28"/>
        </w:rPr>
        <w:t xml:space="preserve">        </w:t>
      </w:r>
      <w:r w:rsidR="003129AD" w:rsidRPr="00BB47AC">
        <w:rPr>
          <w:sz w:val="28"/>
          <w:szCs w:val="28"/>
        </w:rPr>
        <w:t>1</w:t>
      </w:r>
      <w:r w:rsidR="00095B62" w:rsidRPr="00BB47AC">
        <w:rPr>
          <w:sz w:val="28"/>
          <w:szCs w:val="28"/>
        </w:rPr>
        <w:t>1</w:t>
      </w:r>
      <w:r w:rsidR="00823028" w:rsidRPr="00BB47AC">
        <w:rPr>
          <w:sz w:val="28"/>
          <w:szCs w:val="28"/>
        </w:rPr>
        <w:t xml:space="preserve">) приложение </w:t>
      </w:r>
      <w:r w:rsidRPr="00BB47AC">
        <w:rPr>
          <w:sz w:val="28"/>
          <w:szCs w:val="28"/>
        </w:rPr>
        <w:t>11</w:t>
      </w:r>
      <w:r w:rsidR="00823028" w:rsidRPr="00BB47AC">
        <w:rPr>
          <w:sz w:val="28"/>
          <w:szCs w:val="28"/>
        </w:rPr>
        <w:t xml:space="preserve"> изложить в редакции приложения 6 к настоящему решению</w:t>
      </w:r>
      <w:r w:rsidRPr="00BB47AC">
        <w:rPr>
          <w:sz w:val="28"/>
          <w:szCs w:val="28"/>
        </w:rPr>
        <w:t>.</w:t>
      </w:r>
    </w:p>
    <w:p w14:paraId="15DB8C9D" w14:textId="7F5B58FB" w:rsidR="008E4535" w:rsidRDefault="008E4535" w:rsidP="008E4535">
      <w:pPr>
        <w:pStyle w:val="31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F144B1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14:paraId="6E7191A3" w14:textId="5331EE95" w:rsidR="00B579E4" w:rsidRDefault="00B579E4" w:rsidP="008E4535">
      <w:pPr>
        <w:pStyle w:val="31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14:paraId="7BDC9D02" w14:textId="3106ABAD" w:rsidR="007F5179" w:rsidRPr="00F144B1" w:rsidRDefault="005C79F5" w:rsidP="005A1A30">
      <w:pPr>
        <w:pStyle w:val="31"/>
        <w:spacing w:line="360" w:lineRule="auto"/>
        <w:rPr>
          <w:sz w:val="28"/>
          <w:szCs w:val="28"/>
        </w:rPr>
      </w:pPr>
      <w:r w:rsidRPr="00F144B1">
        <w:rPr>
          <w:sz w:val="28"/>
          <w:szCs w:val="28"/>
        </w:rPr>
        <w:t>И.о. г</w:t>
      </w:r>
      <w:r w:rsidR="005A1A30" w:rsidRPr="00F144B1">
        <w:rPr>
          <w:sz w:val="28"/>
          <w:szCs w:val="28"/>
        </w:rPr>
        <w:t>лав</w:t>
      </w:r>
      <w:r w:rsidRPr="00F144B1">
        <w:rPr>
          <w:sz w:val="28"/>
          <w:szCs w:val="28"/>
        </w:rPr>
        <w:t>ы</w:t>
      </w:r>
      <w:r w:rsidR="005A1A30" w:rsidRPr="00F144B1">
        <w:rPr>
          <w:sz w:val="28"/>
          <w:szCs w:val="28"/>
        </w:rPr>
        <w:t xml:space="preserve"> г</w:t>
      </w:r>
      <w:r w:rsidRPr="00F144B1">
        <w:rPr>
          <w:sz w:val="28"/>
          <w:szCs w:val="28"/>
        </w:rPr>
        <w:t xml:space="preserve">ородского округа               </w:t>
      </w:r>
      <w:r w:rsidR="005A1A30" w:rsidRPr="00F144B1">
        <w:rPr>
          <w:sz w:val="28"/>
          <w:szCs w:val="28"/>
        </w:rPr>
        <w:t xml:space="preserve">             </w:t>
      </w:r>
      <w:r w:rsidRPr="00F144B1">
        <w:rPr>
          <w:sz w:val="28"/>
          <w:szCs w:val="28"/>
        </w:rPr>
        <w:t xml:space="preserve">      </w:t>
      </w:r>
      <w:r w:rsidR="00CE1149">
        <w:rPr>
          <w:sz w:val="28"/>
          <w:szCs w:val="28"/>
        </w:rPr>
        <w:t xml:space="preserve">             </w:t>
      </w:r>
      <w:bookmarkStart w:id="2" w:name="_GoBack"/>
      <w:bookmarkEnd w:id="2"/>
      <w:r w:rsidRPr="00F144B1">
        <w:rPr>
          <w:sz w:val="28"/>
          <w:szCs w:val="28"/>
        </w:rPr>
        <w:t xml:space="preserve">             </w:t>
      </w:r>
      <w:r w:rsidR="00CE1149">
        <w:rPr>
          <w:sz w:val="28"/>
          <w:szCs w:val="28"/>
        </w:rPr>
        <w:t>В.И. Штефан</w:t>
      </w:r>
    </w:p>
    <w:p w14:paraId="0BD6D4A4" w14:textId="77777777" w:rsidR="004C52D8" w:rsidRPr="00457494" w:rsidRDefault="004C52D8" w:rsidP="005A1A30">
      <w:pPr>
        <w:pStyle w:val="31"/>
        <w:spacing w:line="360" w:lineRule="auto"/>
        <w:rPr>
          <w:color w:val="FF0000"/>
          <w:sz w:val="28"/>
          <w:szCs w:val="28"/>
        </w:rPr>
      </w:pPr>
    </w:p>
    <w:sectPr w:rsidR="004C52D8" w:rsidRPr="00457494" w:rsidSect="005A1A30">
      <w:headerReference w:type="even" r:id="rId8"/>
      <w:headerReference w:type="default" r:id="rId9"/>
      <w:pgSz w:w="11907" w:h="16840" w:code="9"/>
      <w:pgMar w:top="357" w:right="851" w:bottom="964" w:left="1701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DA909" w14:textId="77777777" w:rsidR="0050412F" w:rsidRDefault="0050412F">
      <w:r>
        <w:separator/>
      </w:r>
    </w:p>
  </w:endnote>
  <w:endnote w:type="continuationSeparator" w:id="0">
    <w:p w14:paraId="494C4E77" w14:textId="77777777" w:rsidR="0050412F" w:rsidRDefault="0050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64477" w14:textId="77777777" w:rsidR="0050412F" w:rsidRDefault="0050412F">
      <w:r>
        <w:separator/>
      </w:r>
    </w:p>
  </w:footnote>
  <w:footnote w:type="continuationSeparator" w:id="0">
    <w:p w14:paraId="29052F76" w14:textId="77777777" w:rsidR="0050412F" w:rsidRDefault="00504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EF6F4" w14:textId="77777777" w:rsidR="00191C96" w:rsidRDefault="00191C96" w:rsidP="00EE2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49C6C" w14:textId="77777777" w:rsidR="00191C96" w:rsidRDefault="00191C9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28CBD" w14:textId="773C4887" w:rsidR="00191C96" w:rsidRPr="000A0199" w:rsidRDefault="00191C96">
    <w:pPr>
      <w:pStyle w:val="a3"/>
      <w:jc w:val="center"/>
      <w:rPr>
        <w:sz w:val="28"/>
        <w:szCs w:val="28"/>
      </w:rPr>
    </w:pPr>
    <w:r w:rsidRPr="000A0199">
      <w:rPr>
        <w:sz w:val="28"/>
        <w:szCs w:val="28"/>
      </w:rPr>
      <w:fldChar w:fldCharType="begin"/>
    </w:r>
    <w:r w:rsidRPr="000A0199">
      <w:rPr>
        <w:sz w:val="28"/>
        <w:szCs w:val="28"/>
      </w:rPr>
      <w:instrText xml:space="preserve"> PAGE   \* MERGEFORMAT </w:instrText>
    </w:r>
    <w:r w:rsidRPr="000A0199">
      <w:rPr>
        <w:sz w:val="28"/>
        <w:szCs w:val="28"/>
      </w:rPr>
      <w:fldChar w:fldCharType="separate"/>
    </w:r>
    <w:r w:rsidR="00CE1149">
      <w:rPr>
        <w:noProof/>
        <w:sz w:val="28"/>
        <w:szCs w:val="28"/>
      </w:rPr>
      <w:t>2</w:t>
    </w:r>
    <w:r w:rsidRPr="000A0199">
      <w:rPr>
        <w:sz w:val="28"/>
        <w:szCs w:val="28"/>
      </w:rPr>
      <w:fldChar w:fldCharType="end"/>
    </w:r>
  </w:p>
  <w:p w14:paraId="6CDE06C6" w14:textId="77777777" w:rsidR="00191C96" w:rsidRDefault="00191C96">
    <w:pPr>
      <w:pStyle w:val="a3"/>
    </w:pPr>
  </w:p>
  <w:p w14:paraId="1CB6CB26" w14:textId="77777777" w:rsidR="00191C96" w:rsidRDefault="00191C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3A05"/>
    <w:multiLevelType w:val="singleLevel"/>
    <w:tmpl w:val="197885E8"/>
    <w:lvl w:ilvl="0">
      <w:numFmt w:val="bullet"/>
      <w:lvlText w:val="-"/>
      <w:lvlJc w:val="left"/>
      <w:pPr>
        <w:tabs>
          <w:tab w:val="num" w:pos="2250"/>
        </w:tabs>
        <w:ind w:left="2250" w:hanging="360"/>
      </w:pPr>
      <w:rPr>
        <w:rFonts w:hint="default"/>
      </w:rPr>
    </w:lvl>
  </w:abstractNum>
  <w:abstractNum w:abstractNumId="1" w15:restartNumberingAfterBreak="0">
    <w:nsid w:val="0ACA07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2520E70"/>
    <w:multiLevelType w:val="singleLevel"/>
    <w:tmpl w:val="FF2C02B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3" w15:restartNumberingAfterBreak="0">
    <w:nsid w:val="162E13A9"/>
    <w:multiLevelType w:val="singleLevel"/>
    <w:tmpl w:val="C9E021B6"/>
    <w:lvl w:ilvl="0">
      <w:numFmt w:val="bullet"/>
      <w:lvlText w:val=""/>
      <w:lvlJc w:val="left"/>
      <w:pPr>
        <w:tabs>
          <w:tab w:val="num" w:pos="3645"/>
        </w:tabs>
        <w:ind w:left="3645" w:hanging="3645"/>
      </w:pPr>
      <w:rPr>
        <w:rFonts w:ascii="Symbol" w:hAnsi="Symbol" w:hint="default"/>
      </w:rPr>
    </w:lvl>
  </w:abstractNum>
  <w:abstractNum w:abstractNumId="4" w15:restartNumberingAfterBreak="0">
    <w:nsid w:val="35890AD2"/>
    <w:multiLevelType w:val="hybridMultilevel"/>
    <w:tmpl w:val="5358A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40F36D1"/>
    <w:multiLevelType w:val="hybridMultilevel"/>
    <w:tmpl w:val="7BA4A88E"/>
    <w:lvl w:ilvl="0" w:tplc="B04AA58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6835151"/>
    <w:multiLevelType w:val="hybridMultilevel"/>
    <w:tmpl w:val="533C8EEC"/>
    <w:lvl w:ilvl="0" w:tplc="0C60FC0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8ED6D5B"/>
    <w:multiLevelType w:val="hybridMultilevel"/>
    <w:tmpl w:val="01067FCA"/>
    <w:lvl w:ilvl="0" w:tplc="2E861A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7C135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683345F8"/>
    <w:multiLevelType w:val="singleLevel"/>
    <w:tmpl w:val="4A7E2B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8B12B38"/>
    <w:multiLevelType w:val="singleLevel"/>
    <w:tmpl w:val="4A7E2B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1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FBE"/>
    <w:rsid w:val="000003EC"/>
    <w:rsid w:val="000006A7"/>
    <w:rsid w:val="000009F0"/>
    <w:rsid w:val="00000C07"/>
    <w:rsid w:val="00000E91"/>
    <w:rsid w:val="00002508"/>
    <w:rsid w:val="000028BE"/>
    <w:rsid w:val="00003DDC"/>
    <w:rsid w:val="00015796"/>
    <w:rsid w:val="00016EF2"/>
    <w:rsid w:val="000235AD"/>
    <w:rsid w:val="000236BB"/>
    <w:rsid w:val="00024F06"/>
    <w:rsid w:val="00025BB0"/>
    <w:rsid w:val="00030151"/>
    <w:rsid w:val="00031A78"/>
    <w:rsid w:val="00034EA2"/>
    <w:rsid w:val="000424DC"/>
    <w:rsid w:val="000432BD"/>
    <w:rsid w:val="00046D2F"/>
    <w:rsid w:val="000554D1"/>
    <w:rsid w:val="00062D15"/>
    <w:rsid w:val="00064930"/>
    <w:rsid w:val="00065994"/>
    <w:rsid w:val="00065BE7"/>
    <w:rsid w:val="00066A04"/>
    <w:rsid w:val="000671CB"/>
    <w:rsid w:val="0007144D"/>
    <w:rsid w:val="00071F24"/>
    <w:rsid w:val="00072484"/>
    <w:rsid w:val="00074034"/>
    <w:rsid w:val="00075CC7"/>
    <w:rsid w:val="00080D88"/>
    <w:rsid w:val="0008181B"/>
    <w:rsid w:val="00087B1C"/>
    <w:rsid w:val="00087D43"/>
    <w:rsid w:val="000927CC"/>
    <w:rsid w:val="00094A13"/>
    <w:rsid w:val="00094EEB"/>
    <w:rsid w:val="00095B62"/>
    <w:rsid w:val="000970AA"/>
    <w:rsid w:val="000A0199"/>
    <w:rsid w:val="000A5FB6"/>
    <w:rsid w:val="000A7199"/>
    <w:rsid w:val="000B401D"/>
    <w:rsid w:val="000B4DA2"/>
    <w:rsid w:val="000B565C"/>
    <w:rsid w:val="000C3730"/>
    <w:rsid w:val="000C41E3"/>
    <w:rsid w:val="000C4B68"/>
    <w:rsid w:val="000C67B0"/>
    <w:rsid w:val="000C7B3C"/>
    <w:rsid w:val="000D1978"/>
    <w:rsid w:val="000D6536"/>
    <w:rsid w:val="000D678B"/>
    <w:rsid w:val="000E29A6"/>
    <w:rsid w:val="000E5682"/>
    <w:rsid w:val="000F16B9"/>
    <w:rsid w:val="000F16C8"/>
    <w:rsid w:val="000F52CE"/>
    <w:rsid w:val="000F7BA2"/>
    <w:rsid w:val="00100C1D"/>
    <w:rsid w:val="00104902"/>
    <w:rsid w:val="001060EA"/>
    <w:rsid w:val="00111792"/>
    <w:rsid w:val="00111CD5"/>
    <w:rsid w:val="001126FB"/>
    <w:rsid w:val="00120BF2"/>
    <w:rsid w:val="00121393"/>
    <w:rsid w:val="00122ECD"/>
    <w:rsid w:val="00123BB6"/>
    <w:rsid w:val="00124545"/>
    <w:rsid w:val="00125663"/>
    <w:rsid w:val="0013094D"/>
    <w:rsid w:val="00130CD8"/>
    <w:rsid w:val="00131A10"/>
    <w:rsid w:val="001345B4"/>
    <w:rsid w:val="00135501"/>
    <w:rsid w:val="00135ABD"/>
    <w:rsid w:val="00137CFC"/>
    <w:rsid w:val="0014274A"/>
    <w:rsid w:val="001459A6"/>
    <w:rsid w:val="001541F5"/>
    <w:rsid w:val="00154A45"/>
    <w:rsid w:val="001555F4"/>
    <w:rsid w:val="00157EB8"/>
    <w:rsid w:val="00164389"/>
    <w:rsid w:val="00170A0E"/>
    <w:rsid w:val="00171BC2"/>
    <w:rsid w:val="001720BF"/>
    <w:rsid w:val="00174044"/>
    <w:rsid w:val="00174F6C"/>
    <w:rsid w:val="00176B10"/>
    <w:rsid w:val="00180D89"/>
    <w:rsid w:val="00183FCE"/>
    <w:rsid w:val="001847FB"/>
    <w:rsid w:val="00185A97"/>
    <w:rsid w:val="00186E95"/>
    <w:rsid w:val="00191C96"/>
    <w:rsid w:val="00195E88"/>
    <w:rsid w:val="001A0D28"/>
    <w:rsid w:val="001A14AE"/>
    <w:rsid w:val="001A2C91"/>
    <w:rsid w:val="001A32A9"/>
    <w:rsid w:val="001B27C9"/>
    <w:rsid w:val="001B4A0C"/>
    <w:rsid w:val="001B4BAD"/>
    <w:rsid w:val="001B4F6A"/>
    <w:rsid w:val="001B5FC3"/>
    <w:rsid w:val="001B7659"/>
    <w:rsid w:val="001C13E3"/>
    <w:rsid w:val="001C32FF"/>
    <w:rsid w:val="001D3FAC"/>
    <w:rsid w:val="001D5920"/>
    <w:rsid w:val="001E2652"/>
    <w:rsid w:val="001E305C"/>
    <w:rsid w:val="001E3194"/>
    <w:rsid w:val="001E574A"/>
    <w:rsid w:val="001E6145"/>
    <w:rsid w:val="001E6BCC"/>
    <w:rsid w:val="001F6C4D"/>
    <w:rsid w:val="001F7E8C"/>
    <w:rsid w:val="00202AFC"/>
    <w:rsid w:val="00204B87"/>
    <w:rsid w:val="00211BE0"/>
    <w:rsid w:val="00213902"/>
    <w:rsid w:val="002155FC"/>
    <w:rsid w:val="00215809"/>
    <w:rsid w:val="00217C46"/>
    <w:rsid w:val="002203A5"/>
    <w:rsid w:val="002265DD"/>
    <w:rsid w:val="00232C6C"/>
    <w:rsid w:val="00234DB8"/>
    <w:rsid w:val="00236275"/>
    <w:rsid w:val="00237F6A"/>
    <w:rsid w:val="00242FF6"/>
    <w:rsid w:val="002432EC"/>
    <w:rsid w:val="00251387"/>
    <w:rsid w:val="002561CD"/>
    <w:rsid w:val="002628F4"/>
    <w:rsid w:val="00263D3B"/>
    <w:rsid w:val="00264325"/>
    <w:rsid w:val="00270A15"/>
    <w:rsid w:val="00273565"/>
    <w:rsid w:val="00273B33"/>
    <w:rsid w:val="00280E8E"/>
    <w:rsid w:val="00281734"/>
    <w:rsid w:val="00282971"/>
    <w:rsid w:val="00283DCB"/>
    <w:rsid w:val="002859CF"/>
    <w:rsid w:val="002A00B4"/>
    <w:rsid w:val="002A7663"/>
    <w:rsid w:val="002B10E2"/>
    <w:rsid w:val="002B55A5"/>
    <w:rsid w:val="002B5840"/>
    <w:rsid w:val="002C5993"/>
    <w:rsid w:val="002D3C17"/>
    <w:rsid w:val="002E7029"/>
    <w:rsid w:val="002F48FA"/>
    <w:rsid w:val="00303077"/>
    <w:rsid w:val="00306A8B"/>
    <w:rsid w:val="003129AD"/>
    <w:rsid w:val="0031356F"/>
    <w:rsid w:val="00313743"/>
    <w:rsid w:val="00313DFB"/>
    <w:rsid w:val="00314EE9"/>
    <w:rsid w:val="00315D23"/>
    <w:rsid w:val="00316A0D"/>
    <w:rsid w:val="00317C2E"/>
    <w:rsid w:val="003221FB"/>
    <w:rsid w:val="003226E0"/>
    <w:rsid w:val="00324E1B"/>
    <w:rsid w:val="00324E91"/>
    <w:rsid w:val="00325745"/>
    <w:rsid w:val="003273EC"/>
    <w:rsid w:val="0033001C"/>
    <w:rsid w:val="00335765"/>
    <w:rsid w:val="0033618A"/>
    <w:rsid w:val="00343DD0"/>
    <w:rsid w:val="003450C3"/>
    <w:rsid w:val="0034791F"/>
    <w:rsid w:val="003569B3"/>
    <w:rsid w:val="003609DA"/>
    <w:rsid w:val="00360E21"/>
    <w:rsid w:val="00364B1E"/>
    <w:rsid w:val="00366E58"/>
    <w:rsid w:val="003675F4"/>
    <w:rsid w:val="003753CA"/>
    <w:rsid w:val="0038344D"/>
    <w:rsid w:val="00384676"/>
    <w:rsid w:val="00384C2C"/>
    <w:rsid w:val="00385367"/>
    <w:rsid w:val="00386407"/>
    <w:rsid w:val="0039177C"/>
    <w:rsid w:val="0039181D"/>
    <w:rsid w:val="00394CF9"/>
    <w:rsid w:val="00396024"/>
    <w:rsid w:val="003976F8"/>
    <w:rsid w:val="003A4D4F"/>
    <w:rsid w:val="003A567F"/>
    <w:rsid w:val="003A7B37"/>
    <w:rsid w:val="003B01FD"/>
    <w:rsid w:val="003B07A3"/>
    <w:rsid w:val="003B14A1"/>
    <w:rsid w:val="003B19CD"/>
    <w:rsid w:val="003B1C18"/>
    <w:rsid w:val="003B1E69"/>
    <w:rsid w:val="003B4302"/>
    <w:rsid w:val="003C1CDF"/>
    <w:rsid w:val="003C1F95"/>
    <w:rsid w:val="003D245C"/>
    <w:rsid w:val="003D7893"/>
    <w:rsid w:val="003E45A9"/>
    <w:rsid w:val="003E775C"/>
    <w:rsid w:val="003F1B60"/>
    <w:rsid w:val="004005F6"/>
    <w:rsid w:val="0040087A"/>
    <w:rsid w:val="004009BE"/>
    <w:rsid w:val="004018A0"/>
    <w:rsid w:val="00402904"/>
    <w:rsid w:val="00403341"/>
    <w:rsid w:val="00404DF4"/>
    <w:rsid w:val="0040740C"/>
    <w:rsid w:val="00410C86"/>
    <w:rsid w:val="004113BC"/>
    <w:rsid w:val="00420AA6"/>
    <w:rsid w:val="00420FCE"/>
    <w:rsid w:val="00430864"/>
    <w:rsid w:val="0043761F"/>
    <w:rsid w:val="004376D7"/>
    <w:rsid w:val="00440042"/>
    <w:rsid w:val="0044027B"/>
    <w:rsid w:val="00440B3C"/>
    <w:rsid w:val="0044127B"/>
    <w:rsid w:val="00443CFD"/>
    <w:rsid w:val="00445A66"/>
    <w:rsid w:val="00445DF1"/>
    <w:rsid w:val="00446444"/>
    <w:rsid w:val="004522F7"/>
    <w:rsid w:val="004539D0"/>
    <w:rsid w:val="00454681"/>
    <w:rsid w:val="004550BA"/>
    <w:rsid w:val="00455D2D"/>
    <w:rsid w:val="00457494"/>
    <w:rsid w:val="004631E8"/>
    <w:rsid w:val="004663A0"/>
    <w:rsid w:val="00471F75"/>
    <w:rsid w:val="004726BE"/>
    <w:rsid w:val="004775B7"/>
    <w:rsid w:val="004835CC"/>
    <w:rsid w:val="004860AD"/>
    <w:rsid w:val="004902DD"/>
    <w:rsid w:val="00492F7F"/>
    <w:rsid w:val="004A0CFC"/>
    <w:rsid w:val="004A2261"/>
    <w:rsid w:val="004A2FD5"/>
    <w:rsid w:val="004A44DD"/>
    <w:rsid w:val="004A55F6"/>
    <w:rsid w:val="004A70CD"/>
    <w:rsid w:val="004B3EC2"/>
    <w:rsid w:val="004C33F5"/>
    <w:rsid w:val="004C52D8"/>
    <w:rsid w:val="004D489A"/>
    <w:rsid w:val="004D4C06"/>
    <w:rsid w:val="004D4CBD"/>
    <w:rsid w:val="004D5FB1"/>
    <w:rsid w:val="004E32E7"/>
    <w:rsid w:val="004E4E32"/>
    <w:rsid w:val="004E6F14"/>
    <w:rsid w:val="004E7697"/>
    <w:rsid w:val="004F3DF4"/>
    <w:rsid w:val="004F798E"/>
    <w:rsid w:val="00500437"/>
    <w:rsid w:val="00503C30"/>
    <w:rsid w:val="0050412F"/>
    <w:rsid w:val="00505428"/>
    <w:rsid w:val="00506505"/>
    <w:rsid w:val="0051282A"/>
    <w:rsid w:val="00512D4E"/>
    <w:rsid w:val="00514178"/>
    <w:rsid w:val="00516A04"/>
    <w:rsid w:val="00517785"/>
    <w:rsid w:val="00520F47"/>
    <w:rsid w:val="00522F84"/>
    <w:rsid w:val="0052325A"/>
    <w:rsid w:val="005233C6"/>
    <w:rsid w:val="00524406"/>
    <w:rsid w:val="0053116C"/>
    <w:rsid w:val="005318FE"/>
    <w:rsid w:val="00533838"/>
    <w:rsid w:val="00534D24"/>
    <w:rsid w:val="005379E2"/>
    <w:rsid w:val="00550D15"/>
    <w:rsid w:val="00551C20"/>
    <w:rsid w:val="0055323E"/>
    <w:rsid w:val="00556828"/>
    <w:rsid w:val="005612F4"/>
    <w:rsid w:val="00562C2B"/>
    <w:rsid w:val="005636B7"/>
    <w:rsid w:val="00564735"/>
    <w:rsid w:val="00567038"/>
    <w:rsid w:val="0057549F"/>
    <w:rsid w:val="00583794"/>
    <w:rsid w:val="00584AD3"/>
    <w:rsid w:val="00584C43"/>
    <w:rsid w:val="00591448"/>
    <w:rsid w:val="00591AFF"/>
    <w:rsid w:val="0059543B"/>
    <w:rsid w:val="00596047"/>
    <w:rsid w:val="005A1A30"/>
    <w:rsid w:val="005A206C"/>
    <w:rsid w:val="005A31E7"/>
    <w:rsid w:val="005B001A"/>
    <w:rsid w:val="005B1CE4"/>
    <w:rsid w:val="005B2621"/>
    <w:rsid w:val="005B423F"/>
    <w:rsid w:val="005C17A2"/>
    <w:rsid w:val="005C17CD"/>
    <w:rsid w:val="005C4A02"/>
    <w:rsid w:val="005C79F5"/>
    <w:rsid w:val="005D0509"/>
    <w:rsid w:val="005D1548"/>
    <w:rsid w:val="005D4073"/>
    <w:rsid w:val="005D4814"/>
    <w:rsid w:val="005D6E4C"/>
    <w:rsid w:val="005D6FDE"/>
    <w:rsid w:val="005E069C"/>
    <w:rsid w:val="005E3C04"/>
    <w:rsid w:val="005E408B"/>
    <w:rsid w:val="005E5B20"/>
    <w:rsid w:val="005F19D3"/>
    <w:rsid w:val="005F2DAA"/>
    <w:rsid w:val="005F2DF3"/>
    <w:rsid w:val="005F3ECC"/>
    <w:rsid w:val="005F6D98"/>
    <w:rsid w:val="00601C26"/>
    <w:rsid w:val="00603FEE"/>
    <w:rsid w:val="006064E1"/>
    <w:rsid w:val="006109C3"/>
    <w:rsid w:val="006133ED"/>
    <w:rsid w:val="00614468"/>
    <w:rsid w:val="00617565"/>
    <w:rsid w:val="0062597F"/>
    <w:rsid w:val="00625CC5"/>
    <w:rsid w:val="006314A7"/>
    <w:rsid w:val="006315B3"/>
    <w:rsid w:val="00633BF8"/>
    <w:rsid w:val="006361F9"/>
    <w:rsid w:val="006379AC"/>
    <w:rsid w:val="00637CC3"/>
    <w:rsid w:val="00640F91"/>
    <w:rsid w:val="0064179F"/>
    <w:rsid w:val="00643010"/>
    <w:rsid w:val="00643CFB"/>
    <w:rsid w:val="006461F1"/>
    <w:rsid w:val="00650720"/>
    <w:rsid w:val="00650B34"/>
    <w:rsid w:val="0065437F"/>
    <w:rsid w:val="00660B27"/>
    <w:rsid w:val="0066281E"/>
    <w:rsid w:val="00662D63"/>
    <w:rsid w:val="006648B2"/>
    <w:rsid w:val="00665A25"/>
    <w:rsid w:val="00666CD2"/>
    <w:rsid w:val="0067302C"/>
    <w:rsid w:val="00673A01"/>
    <w:rsid w:val="00675704"/>
    <w:rsid w:val="0067791E"/>
    <w:rsid w:val="00685EB9"/>
    <w:rsid w:val="00685EC6"/>
    <w:rsid w:val="00686AB0"/>
    <w:rsid w:val="00693683"/>
    <w:rsid w:val="00693A77"/>
    <w:rsid w:val="0069483F"/>
    <w:rsid w:val="00695AB8"/>
    <w:rsid w:val="00695DAD"/>
    <w:rsid w:val="006977AF"/>
    <w:rsid w:val="006A0ED7"/>
    <w:rsid w:val="006A3D21"/>
    <w:rsid w:val="006A56DF"/>
    <w:rsid w:val="006A5D24"/>
    <w:rsid w:val="006A7E37"/>
    <w:rsid w:val="006B528B"/>
    <w:rsid w:val="006C1295"/>
    <w:rsid w:val="006C2EDF"/>
    <w:rsid w:val="006C30B5"/>
    <w:rsid w:val="006C36A9"/>
    <w:rsid w:val="006C7C49"/>
    <w:rsid w:val="006D1A0D"/>
    <w:rsid w:val="006D2299"/>
    <w:rsid w:val="006D7479"/>
    <w:rsid w:val="006E23E9"/>
    <w:rsid w:val="006E50A8"/>
    <w:rsid w:val="006E6B30"/>
    <w:rsid w:val="006E7180"/>
    <w:rsid w:val="006F3260"/>
    <w:rsid w:val="006F377E"/>
    <w:rsid w:val="006F39C7"/>
    <w:rsid w:val="006F3C49"/>
    <w:rsid w:val="006F41F7"/>
    <w:rsid w:val="00707221"/>
    <w:rsid w:val="007072CC"/>
    <w:rsid w:val="0071204E"/>
    <w:rsid w:val="0071333D"/>
    <w:rsid w:val="007137E4"/>
    <w:rsid w:val="00721B2A"/>
    <w:rsid w:val="00722637"/>
    <w:rsid w:val="00722764"/>
    <w:rsid w:val="007260DD"/>
    <w:rsid w:val="0072633B"/>
    <w:rsid w:val="00726547"/>
    <w:rsid w:val="00727DDA"/>
    <w:rsid w:val="0073383F"/>
    <w:rsid w:val="007348D2"/>
    <w:rsid w:val="0074369B"/>
    <w:rsid w:val="00744D1D"/>
    <w:rsid w:val="00750FA7"/>
    <w:rsid w:val="00752758"/>
    <w:rsid w:val="0075707E"/>
    <w:rsid w:val="00762437"/>
    <w:rsid w:val="00763160"/>
    <w:rsid w:val="00763852"/>
    <w:rsid w:val="00764665"/>
    <w:rsid w:val="00764777"/>
    <w:rsid w:val="007669EC"/>
    <w:rsid w:val="0077454A"/>
    <w:rsid w:val="007755A8"/>
    <w:rsid w:val="00783850"/>
    <w:rsid w:val="007858E4"/>
    <w:rsid w:val="00787E13"/>
    <w:rsid w:val="00794797"/>
    <w:rsid w:val="007961D9"/>
    <w:rsid w:val="007A2297"/>
    <w:rsid w:val="007B2957"/>
    <w:rsid w:val="007B4990"/>
    <w:rsid w:val="007B4E0D"/>
    <w:rsid w:val="007C0856"/>
    <w:rsid w:val="007C3DB7"/>
    <w:rsid w:val="007C474E"/>
    <w:rsid w:val="007D2041"/>
    <w:rsid w:val="007D28B0"/>
    <w:rsid w:val="007D28BE"/>
    <w:rsid w:val="007D2AAC"/>
    <w:rsid w:val="007D6DFA"/>
    <w:rsid w:val="007E19A0"/>
    <w:rsid w:val="007E2B93"/>
    <w:rsid w:val="007F0630"/>
    <w:rsid w:val="007F3B15"/>
    <w:rsid w:val="007F4D21"/>
    <w:rsid w:val="007F5179"/>
    <w:rsid w:val="007F5AA6"/>
    <w:rsid w:val="007F6293"/>
    <w:rsid w:val="007F6436"/>
    <w:rsid w:val="007F7414"/>
    <w:rsid w:val="0080379B"/>
    <w:rsid w:val="00803BF7"/>
    <w:rsid w:val="00803D77"/>
    <w:rsid w:val="00803EB6"/>
    <w:rsid w:val="008101B0"/>
    <w:rsid w:val="00811B67"/>
    <w:rsid w:val="00812566"/>
    <w:rsid w:val="008151A8"/>
    <w:rsid w:val="0082076C"/>
    <w:rsid w:val="0082226A"/>
    <w:rsid w:val="00823028"/>
    <w:rsid w:val="00825EF6"/>
    <w:rsid w:val="00831A44"/>
    <w:rsid w:val="00832C87"/>
    <w:rsid w:val="0083394A"/>
    <w:rsid w:val="00842059"/>
    <w:rsid w:val="00842AA9"/>
    <w:rsid w:val="0084346F"/>
    <w:rsid w:val="00846573"/>
    <w:rsid w:val="0085203F"/>
    <w:rsid w:val="00860603"/>
    <w:rsid w:val="00862E8B"/>
    <w:rsid w:val="008630C7"/>
    <w:rsid w:val="0086393E"/>
    <w:rsid w:val="00864E12"/>
    <w:rsid w:val="008662F6"/>
    <w:rsid w:val="008668B9"/>
    <w:rsid w:val="008719F3"/>
    <w:rsid w:val="00873DEA"/>
    <w:rsid w:val="00874757"/>
    <w:rsid w:val="0087696E"/>
    <w:rsid w:val="00877891"/>
    <w:rsid w:val="00880AF1"/>
    <w:rsid w:val="00880F34"/>
    <w:rsid w:val="00881857"/>
    <w:rsid w:val="00883E1F"/>
    <w:rsid w:val="008905FE"/>
    <w:rsid w:val="008908F8"/>
    <w:rsid w:val="00896F97"/>
    <w:rsid w:val="008A22AF"/>
    <w:rsid w:val="008A3D7C"/>
    <w:rsid w:val="008A4587"/>
    <w:rsid w:val="008B1888"/>
    <w:rsid w:val="008B2E29"/>
    <w:rsid w:val="008B70DF"/>
    <w:rsid w:val="008C5EDC"/>
    <w:rsid w:val="008C7E16"/>
    <w:rsid w:val="008D0ACF"/>
    <w:rsid w:val="008D1E33"/>
    <w:rsid w:val="008D652E"/>
    <w:rsid w:val="008E2B6B"/>
    <w:rsid w:val="008E4535"/>
    <w:rsid w:val="008E5DDE"/>
    <w:rsid w:val="008E63B1"/>
    <w:rsid w:val="008E69FE"/>
    <w:rsid w:val="008E7B66"/>
    <w:rsid w:val="008F4C0C"/>
    <w:rsid w:val="008F702A"/>
    <w:rsid w:val="008F72E4"/>
    <w:rsid w:val="008F7930"/>
    <w:rsid w:val="0090140D"/>
    <w:rsid w:val="00901CDF"/>
    <w:rsid w:val="00902D21"/>
    <w:rsid w:val="009038F0"/>
    <w:rsid w:val="00904598"/>
    <w:rsid w:val="00904C6E"/>
    <w:rsid w:val="00904E09"/>
    <w:rsid w:val="00905AD2"/>
    <w:rsid w:val="00907C14"/>
    <w:rsid w:val="00912FDE"/>
    <w:rsid w:val="00914524"/>
    <w:rsid w:val="00914FFA"/>
    <w:rsid w:val="0091525B"/>
    <w:rsid w:val="00916E81"/>
    <w:rsid w:val="00917E6C"/>
    <w:rsid w:val="00917FC0"/>
    <w:rsid w:val="009237A0"/>
    <w:rsid w:val="009301EB"/>
    <w:rsid w:val="009303E7"/>
    <w:rsid w:val="00930EA6"/>
    <w:rsid w:val="00931B5D"/>
    <w:rsid w:val="00940B25"/>
    <w:rsid w:val="00942448"/>
    <w:rsid w:val="009436B4"/>
    <w:rsid w:val="00945C13"/>
    <w:rsid w:val="00946EE1"/>
    <w:rsid w:val="00947F80"/>
    <w:rsid w:val="0095195B"/>
    <w:rsid w:val="00952D3E"/>
    <w:rsid w:val="009601FD"/>
    <w:rsid w:val="00961F62"/>
    <w:rsid w:val="009636DF"/>
    <w:rsid w:val="0096537C"/>
    <w:rsid w:val="00966803"/>
    <w:rsid w:val="00967983"/>
    <w:rsid w:val="009725A7"/>
    <w:rsid w:val="009764B6"/>
    <w:rsid w:val="00976BD8"/>
    <w:rsid w:val="00981C81"/>
    <w:rsid w:val="009842AB"/>
    <w:rsid w:val="00986A3A"/>
    <w:rsid w:val="009875FB"/>
    <w:rsid w:val="00990F47"/>
    <w:rsid w:val="00993DFF"/>
    <w:rsid w:val="00994C27"/>
    <w:rsid w:val="009A3019"/>
    <w:rsid w:val="009A7B85"/>
    <w:rsid w:val="009B314D"/>
    <w:rsid w:val="009C03E8"/>
    <w:rsid w:val="009C0FA9"/>
    <w:rsid w:val="009C44F1"/>
    <w:rsid w:val="009C609F"/>
    <w:rsid w:val="009C641E"/>
    <w:rsid w:val="009C7A73"/>
    <w:rsid w:val="009D42F7"/>
    <w:rsid w:val="009D7B54"/>
    <w:rsid w:val="009E1498"/>
    <w:rsid w:val="009F1AD2"/>
    <w:rsid w:val="009F2FBD"/>
    <w:rsid w:val="009F3EB5"/>
    <w:rsid w:val="00A06DB6"/>
    <w:rsid w:val="00A07707"/>
    <w:rsid w:val="00A07A21"/>
    <w:rsid w:val="00A07FB2"/>
    <w:rsid w:val="00A17A37"/>
    <w:rsid w:val="00A20A66"/>
    <w:rsid w:val="00A21110"/>
    <w:rsid w:val="00A22F7E"/>
    <w:rsid w:val="00A238FB"/>
    <w:rsid w:val="00A25B22"/>
    <w:rsid w:val="00A33A1F"/>
    <w:rsid w:val="00A33F25"/>
    <w:rsid w:val="00A41A39"/>
    <w:rsid w:val="00A51F43"/>
    <w:rsid w:val="00A539EE"/>
    <w:rsid w:val="00A5461F"/>
    <w:rsid w:val="00A5757E"/>
    <w:rsid w:val="00A61FC2"/>
    <w:rsid w:val="00A65E22"/>
    <w:rsid w:val="00A71AF5"/>
    <w:rsid w:val="00A71B8E"/>
    <w:rsid w:val="00A72664"/>
    <w:rsid w:val="00A813F5"/>
    <w:rsid w:val="00A82ED0"/>
    <w:rsid w:val="00A85833"/>
    <w:rsid w:val="00A8590F"/>
    <w:rsid w:val="00A86B3B"/>
    <w:rsid w:val="00A90D3B"/>
    <w:rsid w:val="00A91D9D"/>
    <w:rsid w:val="00A94B5F"/>
    <w:rsid w:val="00AA55EB"/>
    <w:rsid w:val="00AA6EC6"/>
    <w:rsid w:val="00AB0FB6"/>
    <w:rsid w:val="00AB29DC"/>
    <w:rsid w:val="00AB4614"/>
    <w:rsid w:val="00AB4671"/>
    <w:rsid w:val="00AB4B1F"/>
    <w:rsid w:val="00AB7D2F"/>
    <w:rsid w:val="00AC042F"/>
    <w:rsid w:val="00AD3522"/>
    <w:rsid w:val="00AD6CF6"/>
    <w:rsid w:val="00AE38EE"/>
    <w:rsid w:val="00AE4B6D"/>
    <w:rsid w:val="00AF389C"/>
    <w:rsid w:val="00AF39F2"/>
    <w:rsid w:val="00AF40A2"/>
    <w:rsid w:val="00AF5C02"/>
    <w:rsid w:val="00AF6840"/>
    <w:rsid w:val="00B02048"/>
    <w:rsid w:val="00B03EFC"/>
    <w:rsid w:val="00B0447F"/>
    <w:rsid w:val="00B05A76"/>
    <w:rsid w:val="00B11B59"/>
    <w:rsid w:val="00B13FB7"/>
    <w:rsid w:val="00B14361"/>
    <w:rsid w:val="00B16954"/>
    <w:rsid w:val="00B1760A"/>
    <w:rsid w:val="00B24DBA"/>
    <w:rsid w:val="00B25FBC"/>
    <w:rsid w:val="00B35652"/>
    <w:rsid w:val="00B36752"/>
    <w:rsid w:val="00B36F2D"/>
    <w:rsid w:val="00B370BD"/>
    <w:rsid w:val="00B443D0"/>
    <w:rsid w:val="00B460E2"/>
    <w:rsid w:val="00B47B20"/>
    <w:rsid w:val="00B47F80"/>
    <w:rsid w:val="00B509CD"/>
    <w:rsid w:val="00B51AE6"/>
    <w:rsid w:val="00B53E51"/>
    <w:rsid w:val="00B54008"/>
    <w:rsid w:val="00B556F0"/>
    <w:rsid w:val="00B579E4"/>
    <w:rsid w:val="00B60D55"/>
    <w:rsid w:val="00B64C27"/>
    <w:rsid w:val="00B659C0"/>
    <w:rsid w:val="00B66B3C"/>
    <w:rsid w:val="00B72ED5"/>
    <w:rsid w:val="00B74763"/>
    <w:rsid w:val="00B77E32"/>
    <w:rsid w:val="00B834BF"/>
    <w:rsid w:val="00B8678C"/>
    <w:rsid w:val="00B87D40"/>
    <w:rsid w:val="00B9456C"/>
    <w:rsid w:val="00B945F5"/>
    <w:rsid w:val="00BA41BD"/>
    <w:rsid w:val="00BA431B"/>
    <w:rsid w:val="00BA6488"/>
    <w:rsid w:val="00BB3814"/>
    <w:rsid w:val="00BB39A8"/>
    <w:rsid w:val="00BB44DA"/>
    <w:rsid w:val="00BB47AC"/>
    <w:rsid w:val="00BB5447"/>
    <w:rsid w:val="00BB61E2"/>
    <w:rsid w:val="00BC0738"/>
    <w:rsid w:val="00BC4676"/>
    <w:rsid w:val="00BD0BC8"/>
    <w:rsid w:val="00BD34A0"/>
    <w:rsid w:val="00BD4958"/>
    <w:rsid w:val="00BD76A2"/>
    <w:rsid w:val="00BE4A8C"/>
    <w:rsid w:val="00BE6BE1"/>
    <w:rsid w:val="00BF1FD4"/>
    <w:rsid w:val="00BF2354"/>
    <w:rsid w:val="00BF737F"/>
    <w:rsid w:val="00C00428"/>
    <w:rsid w:val="00C008F1"/>
    <w:rsid w:val="00C01C30"/>
    <w:rsid w:val="00C03D65"/>
    <w:rsid w:val="00C0469E"/>
    <w:rsid w:val="00C07EDC"/>
    <w:rsid w:val="00C15760"/>
    <w:rsid w:val="00C1696E"/>
    <w:rsid w:val="00C20E40"/>
    <w:rsid w:val="00C211FE"/>
    <w:rsid w:val="00C212D9"/>
    <w:rsid w:val="00C24C8A"/>
    <w:rsid w:val="00C27FBE"/>
    <w:rsid w:val="00C32621"/>
    <w:rsid w:val="00C32A6F"/>
    <w:rsid w:val="00C35908"/>
    <w:rsid w:val="00C376E1"/>
    <w:rsid w:val="00C4038C"/>
    <w:rsid w:val="00C426D7"/>
    <w:rsid w:val="00C43142"/>
    <w:rsid w:val="00C513A4"/>
    <w:rsid w:val="00C51D4F"/>
    <w:rsid w:val="00C55F3D"/>
    <w:rsid w:val="00C569AE"/>
    <w:rsid w:val="00C60C99"/>
    <w:rsid w:val="00C6156C"/>
    <w:rsid w:val="00C618F1"/>
    <w:rsid w:val="00C61B0D"/>
    <w:rsid w:val="00C646AB"/>
    <w:rsid w:val="00C66233"/>
    <w:rsid w:val="00C73FB2"/>
    <w:rsid w:val="00C75E6B"/>
    <w:rsid w:val="00C7637B"/>
    <w:rsid w:val="00C76597"/>
    <w:rsid w:val="00C8517C"/>
    <w:rsid w:val="00C86718"/>
    <w:rsid w:val="00C87669"/>
    <w:rsid w:val="00C87956"/>
    <w:rsid w:val="00C95D51"/>
    <w:rsid w:val="00CA5981"/>
    <w:rsid w:val="00CC1DD1"/>
    <w:rsid w:val="00CC204B"/>
    <w:rsid w:val="00CC3AA1"/>
    <w:rsid w:val="00CC3E76"/>
    <w:rsid w:val="00CC763A"/>
    <w:rsid w:val="00CD0C26"/>
    <w:rsid w:val="00CD5DF3"/>
    <w:rsid w:val="00CD7EE2"/>
    <w:rsid w:val="00CE1149"/>
    <w:rsid w:val="00CE1DDF"/>
    <w:rsid w:val="00CE25A8"/>
    <w:rsid w:val="00CF1005"/>
    <w:rsid w:val="00CF1422"/>
    <w:rsid w:val="00CF201E"/>
    <w:rsid w:val="00CF62AD"/>
    <w:rsid w:val="00D05255"/>
    <w:rsid w:val="00D13814"/>
    <w:rsid w:val="00D1504C"/>
    <w:rsid w:val="00D23785"/>
    <w:rsid w:val="00D249E8"/>
    <w:rsid w:val="00D2543D"/>
    <w:rsid w:val="00D30634"/>
    <w:rsid w:val="00D316A9"/>
    <w:rsid w:val="00D37609"/>
    <w:rsid w:val="00D43453"/>
    <w:rsid w:val="00D46AF7"/>
    <w:rsid w:val="00D547AA"/>
    <w:rsid w:val="00D637C7"/>
    <w:rsid w:val="00D63C15"/>
    <w:rsid w:val="00D6404A"/>
    <w:rsid w:val="00D642D8"/>
    <w:rsid w:val="00D70F30"/>
    <w:rsid w:val="00D7490B"/>
    <w:rsid w:val="00D74E8D"/>
    <w:rsid w:val="00D75AF1"/>
    <w:rsid w:val="00D777C2"/>
    <w:rsid w:val="00D77ADB"/>
    <w:rsid w:val="00D77B8F"/>
    <w:rsid w:val="00D81A47"/>
    <w:rsid w:val="00D81DEC"/>
    <w:rsid w:val="00D847ED"/>
    <w:rsid w:val="00D85ECF"/>
    <w:rsid w:val="00D91A61"/>
    <w:rsid w:val="00D9533E"/>
    <w:rsid w:val="00D976EB"/>
    <w:rsid w:val="00DA6B11"/>
    <w:rsid w:val="00DB0CDA"/>
    <w:rsid w:val="00DB380B"/>
    <w:rsid w:val="00DB4B76"/>
    <w:rsid w:val="00DB59F9"/>
    <w:rsid w:val="00DB7318"/>
    <w:rsid w:val="00DD2679"/>
    <w:rsid w:val="00DF01CA"/>
    <w:rsid w:val="00DF379A"/>
    <w:rsid w:val="00DF4994"/>
    <w:rsid w:val="00DF5188"/>
    <w:rsid w:val="00DF69D6"/>
    <w:rsid w:val="00E038BD"/>
    <w:rsid w:val="00E07EBB"/>
    <w:rsid w:val="00E11A05"/>
    <w:rsid w:val="00E12503"/>
    <w:rsid w:val="00E139E1"/>
    <w:rsid w:val="00E154F8"/>
    <w:rsid w:val="00E156CD"/>
    <w:rsid w:val="00E21391"/>
    <w:rsid w:val="00E238CB"/>
    <w:rsid w:val="00E261BD"/>
    <w:rsid w:val="00E35B65"/>
    <w:rsid w:val="00E3660A"/>
    <w:rsid w:val="00E45280"/>
    <w:rsid w:val="00E67785"/>
    <w:rsid w:val="00E73A46"/>
    <w:rsid w:val="00E7414F"/>
    <w:rsid w:val="00E74393"/>
    <w:rsid w:val="00E77440"/>
    <w:rsid w:val="00E77CEA"/>
    <w:rsid w:val="00E82782"/>
    <w:rsid w:val="00E87FD0"/>
    <w:rsid w:val="00E92A21"/>
    <w:rsid w:val="00E9343E"/>
    <w:rsid w:val="00E93723"/>
    <w:rsid w:val="00E95AC9"/>
    <w:rsid w:val="00E95CC8"/>
    <w:rsid w:val="00E966F7"/>
    <w:rsid w:val="00E96CE6"/>
    <w:rsid w:val="00EA1E99"/>
    <w:rsid w:val="00EA3585"/>
    <w:rsid w:val="00EC3F7A"/>
    <w:rsid w:val="00EC489D"/>
    <w:rsid w:val="00EC4950"/>
    <w:rsid w:val="00ED0C23"/>
    <w:rsid w:val="00ED26B1"/>
    <w:rsid w:val="00ED5275"/>
    <w:rsid w:val="00EE0106"/>
    <w:rsid w:val="00EE27EB"/>
    <w:rsid w:val="00EE2C82"/>
    <w:rsid w:val="00EE5EAE"/>
    <w:rsid w:val="00EE5F5B"/>
    <w:rsid w:val="00EE6C5B"/>
    <w:rsid w:val="00EF122D"/>
    <w:rsid w:val="00EF2438"/>
    <w:rsid w:val="00F05F0D"/>
    <w:rsid w:val="00F06E08"/>
    <w:rsid w:val="00F12536"/>
    <w:rsid w:val="00F13655"/>
    <w:rsid w:val="00F144B1"/>
    <w:rsid w:val="00F16553"/>
    <w:rsid w:val="00F2128E"/>
    <w:rsid w:val="00F2265F"/>
    <w:rsid w:val="00F25FF2"/>
    <w:rsid w:val="00F27B75"/>
    <w:rsid w:val="00F27E2D"/>
    <w:rsid w:val="00F307EF"/>
    <w:rsid w:val="00F41C3F"/>
    <w:rsid w:val="00F5333B"/>
    <w:rsid w:val="00F5334F"/>
    <w:rsid w:val="00F56E8C"/>
    <w:rsid w:val="00F606E6"/>
    <w:rsid w:val="00F65E44"/>
    <w:rsid w:val="00F678EF"/>
    <w:rsid w:val="00F72C89"/>
    <w:rsid w:val="00F74242"/>
    <w:rsid w:val="00F74BAE"/>
    <w:rsid w:val="00F75906"/>
    <w:rsid w:val="00F763A5"/>
    <w:rsid w:val="00F76A71"/>
    <w:rsid w:val="00F76FD1"/>
    <w:rsid w:val="00F775E3"/>
    <w:rsid w:val="00F8029E"/>
    <w:rsid w:val="00F844BB"/>
    <w:rsid w:val="00F86023"/>
    <w:rsid w:val="00F864B5"/>
    <w:rsid w:val="00F87785"/>
    <w:rsid w:val="00F924FF"/>
    <w:rsid w:val="00F9267F"/>
    <w:rsid w:val="00F97D65"/>
    <w:rsid w:val="00FA0A7B"/>
    <w:rsid w:val="00FA16AA"/>
    <w:rsid w:val="00FA271E"/>
    <w:rsid w:val="00FA4A11"/>
    <w:rsid w:val="00FB2300"/>
    <w:rsid w:val="00FB38F9"/>
    <w:rsid w:val="00FB4CFE"/>
    <w:rsid w:val="00FB6614"/>
    <w:rsid w:val="00FB6964"/>
    <w:rsid w:val="00FB71E7"/>
    <w:rsid w:val="00FB7A60"/>
    <w:rsid w:val="00FC31FE"/>
    <w:rsid w:val="00FC66E7"/>
    <w:rsid w:val="00FD0582"/>
    <w:rsid w:val="00FE19F9"/>
    <w:rsid w:val="00FE5FBB"/>
    <w:rsid w:val="00FF01F9"/>
    <w:rsid w:val="00FF07C9"/>
    <w:rsid w:val="00FF08D0"/>
    <w:rsid w:val="00FF5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420DB"/>
  <w15:docId w15:val="{2CDBFAE7-CB69-4F43-AEA8-CFA58B36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89A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D489A"/>
    <w:pPr>
      <w:keepNext/>
      <w:ind w:left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D489A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4D489A"/>
    <w:pPr>
      <w:keepNext/>
      <w:ind w:left="284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4D489A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D489A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4D489A"/>
    <w:pPr>
      <w:keepNext/>
      <w:ind w:left="708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4D489A"/>
    <w:pPr>
      <w:keepNext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D489A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4D489A"/>
    <w:pPr>
      <w:keepNext/>
      <w:spacing w:line="360" w:lineRule="auto"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48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D48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D48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D48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D489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D489A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D489A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D489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4D489A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rsid w:val="004D489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601FD"/>
    <w:rPr>
      <w:rFonts w:cs="Times New Roman"/>
    </w:rPr>
  </w:style>
  <w:style w:type="paragraph" w:customStyle="1" w:styleId="ConsPlusNormal">
    <w:name w:val="ConsPlusNormal"/>
    <w:rsid w:val="006F3C49"/>
    <w:pPr>
      <w:autoSpaceDE w:val="0"/>
      <w:autoSpaceDN w:val="0"/>
      <w:adjustRightInd w:val="0"/>
      <w:spacing w:after="0" w:line="240" w:lineRule="auto"/>
      <w:ind w:firstLine="720"/>
    </w:pPr>
    <w:rPr>
      <w:rFonts w:cs="Arial"/>
      <w:sz w:val="26"/>
      <w:szCs w:val="20"/>
    </w:rPr>
  </w:style>
  <w:style w:type="character" w:styleId="a5">
    <w:name w:val="page number"/>
    <w:basedOn w:val="a0"/>
    <w:uiPriority w:val="99"/>
    <w:rsid w:val="004D489A"/>
    <w:rPr>
      <w:rFonts w:cs="Times New Roman"/>
    </w:rPr>
  </w:style>
  <w:style w:type="paragraph" w:styleId="a6">
    <w:name w:val="Body Text Indent"/>
    <w:basedOn w:val="a"/>
    <w:link w:val="a7"/>
    <w:uiPriority w:val="99"/>
    <w:rsid w:val="004D489A"/>
    <w:pPr>
      <w:ind w:left="705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4D489A"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4D489A"/>
    <w:rPr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4D489A"/>
    <w:rPr>
      <w:rFonts w:cs="Times New Roman"/>
      <w:sz w:val="20"/>
      <w:szCs w:val="20"/>
    </w:rPr>
  </w:style>
  <w:style w:type="paragraph" w:styleId="aa">
    <w:name w:val="caption"/>
    <w:basedOn w:val="a"/>
    <w:next w:val="a"/>
    <w:uiPriority w:val="99"/>
    <w:qFormat/>
    <w:rsid w:val="004D489A"/>
    <w:pPr>
      <w:jc w:val="center"/>
    </w:pPr>
    <w:rPr>
      <w:b/>
      <w:sz w:val="24"/>
    </w:rPr>
  </w:style>
  <w:style w:type="paragraph" w:styleId="21">
    <w:name w:val="Body Text 2"/>
    <w:basedOn w:val="a"/>
    <w:link w:val="22"/>
    <w:uiPriority w:val="99"/>
    <w:rsid w:val="004D489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D489A"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4D489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D489A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4D489A"/>
    <w:pPr>
      <w:ind w:firstLine="708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D489A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4D489A"/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EC4950"/>
    <w:rPr>
      <w:rFonts w:cs="Times New Roman"/>
      <w:sz w:val="24"/>
      <w:lang w:val="ru-RU" w:eastAsia="ru-RU" w:bidi="ar-SA"/>
    </w:rPr>
  </w:style>
  <w:style w:type="paragraph" w:styleId="ad">
    <w:name w:val="Title"/>
    <w:basedOn w:val="a"/>
    <w:link w:val="ae"/>
    <w:uiPriority w:val="99"/>
    <w:qFormat/>
    <w:rsid w:val="003A4D4F"/>
    <w:pPr>
      <w:jc w:val="center"/>
    </w:pPr>
    <w:rPr>
      <w:b/>
      <w:bCs/>
      <w:sz w:val="24"/>
      <w:szCs w:val="24"/>
    </w:rPr>
  </w:style>
  <w:style w:type="character" w:customStyle="1" w:styleId="ae">
    <w:name w:val="Заголовок Знак"/>
    <w:basedOn w:val="a0"/>
    <w:link w:val="ad"/>
    <w:uiPriority w:val="10"/>
    <w:locked/>
    <w:rsid w:val="004D48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">
    <w:name w:val="Document Map"/>
    <w:basedOn w:val="a"/>
    <w:link w:val="af0"/>
    <w:uiPriority w:val="99"/>
    <w:semiHidden/>
    <w:rsid w:val="004D489A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4D489A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rsid w:val="000D6536"/>
    <w:rPr>
      <w:rFonts w:cs="Times New Roman"/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rsid w:val="00917FC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D489A"/>
    <w:rPr>
      <w:rFonts w:ascii="Tahoma" w:hAnsi="Tahoma" w:cs="Tahoma"/>
      <w:sz w:val="16"/>
      <w:szCs w:val="16"/>
    </w:rPr>
  </w:style>
  <w:style w:type="paragraph" w:customStyle="1" w:styleId="CharCharChar">
    <w:name w:val="Знак Char Знак Знак Знак Char Знак Знак Знак Char"/>
    <w:basedOn w:val="a"/>
    <w:uiPriority w:val="99"/>
    <w:rsid w:val="00FE19F9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AE38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280E8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af4">
    <w:name w:val="Стиль в законе"/>
    <w:basedOn w:val="a"/>
    <w:uiPriority w:val="99"/>
    <w:rsid w:val="00695AB8"/>
    <w:pPr>
      <w:snapToGrid w:val="0"/>
      <w:spacing w:before="120" w:line="360" w:lineRule="auto"/>
      <w:ind w:firstLine="851"/>
      <w:jc w:val="both"/>
    </w:pPr>
    <w:rPr>
      <w:sz w:val="28"/>
    </w:rPr>
  </w:style>
  <w:style w:type="table" w:styleId="af5">
    <w:name w:val="Table Grid"/>
    <w:basedOn w:val="a1"/>
    <w:uiPriority w:val="59"/>
    <w:rsid w:val="007F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2B5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9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blan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3233</TotalTime>
  <Pages>4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MHC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 Ивченко</dc:creator>
  <cp:lastModifiedBy>UFKVV</cp:lastModifiedBy>
  <cp:revision>261</cp:revision>
  <cp:lastPrinted>2023-11-14T06:54:00Z</cp:lastPrinted>
  <dcterms:created xsi:type="dcterms:W3CDTF">2020-12-15T07:41:00Z</dcterms:created>
  <dcterms:modified xsi:type="dcterms:W3CDTF">2023-11-21T02:53:00Z</dcterms:modified>
</cp:coreProperties>
</file>